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71838" w14:textId="5D01AA1E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="00CD6897" w:rsidRPr="00E960BB">
        <w:rPr>
          <w:rFonts w:ascii="Corbel" w:hAnsi="Corbel"/>
          <w:bCs/>
          <w:i/>
        </w:rPr>
        <w:t xml:space="preserve"> nr </w:t>
      </w:r>
      <w:r w:rsidR="004C2087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4C2087">
        <w:rPr>
          <w:rFonts w:ascii="Corbel" w:hAnsi="Corbel"/>
          <w:bCs/>
          <w:i/>
        </w:rPr>
        <w:t>23</w:t>
      </w:r>
    </w:p>
    <w:p w14:paraId="77F8E0C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1CACA1C" w14:textId="1EDB36BF" w:rsidR="00DC4D1B" w:rsidRDefault="0071620A" w:rsidP="00DC4D1B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DC4D1B">
        <w:rPr>
          <w:rFonts w:ascii="Corbel" w:hAnsi="Corbel"/>
          <w:i/>
          <w:smallCaps/>
          <w:sz w:val="24"/>
          <w:szCs w:val="24"/>
        </w:rPr>
        <w:t>202</w:t>
      </w:r>
      <w:r w:rsidR="00FC1CC8">
        <w:rPr>
          <w:rFonts w:ascii="Corbel" w:hAnsi="Corbel"/>
          <w:i/>
          <w:smallCaps/>
          <w:sz w:val="24"/>
          <w:szCs w:val="24"/>
        </w:rPr>
        <w:t>3</w:t>
      </w:r>
      <w:r w:rsidR="00DC4D1B">
        <w:rPr>
          <w:rFonts w:ascii="Corbel" w:hAnsi="Corbel"/>
          <w:i/>
          <w:smallCaps/>
          <w:sz w:val="24"/>
          <w:szCs w:val="24"/>
        </w:rPr>
        <w:t>-202</w:t>
      </w:r>
      <w:r w:rsidR="00FC1CC8">
        <w:rPr>
          <w:rFonts w:ascii="Corbel" w:hAnsi="Corbel"/>
          <w:i/>
          <w:smallCaps/>
          <w:sz w:val="24"/>
          <w:szCs w:val="24"/>
        </w:rPr>
        <w:t>6</w:t>
      </w:r>
    </w:p>
    <w:p w14:paraId="21D31FBC" w14:textId="3FB3DA4E" w:rsidR="0085747A" w:rsidRPr="004E4E3D" w:rsidRDefault="0085747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</w:p>
    <w:p w14:paraId="3B753E0C" w14:textId="0197599C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</w:p>
    <w:p w14:paraId="1B51988A" w14:textId="7A742A7C" w:rsidR="0085747A" w:rsidRDefault="00445970" w:rsidP="00530DD3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01359">
        <w:rPr>
          <w:rFonts w:ascii="Corbel" w:hAnsi="Corbel"/>
          <w:sz w:val="20"/>
          <w:szCs w:val="20"/>
        </w:rPr>
        <w:t>202</w:t>
      </w:r>
      <w:r w:rsidR="00FC1CC8">
        <w:rPr>
          <w:rFonts w:ascii="Corbel" w:hAnsi="Corbel"/>
          <w:sz w:val="20"/>
          <w:szCs w:val="20"/>
        </w:rPr>
        <w:t>3</w:t>
      </w:r>
      <w:r w:rsidR="00301359">
        <w:rPr>
          <w:rFonts w:ascii="Corbel" w:hAnsi="Corbel"/>
          <w:sz w:val="20"/>
          <w:szCs w:val="20"/>
        </w:rPr>
        <w:t>/202</w:t>
      </w:r>
      <w:r w:rsidR="00FC1CC8">
        <w:rPr>
          <w:rFonts w:ascii="Corbel" w:hAnsi="Corbel"/>
          <w:sz w:val="20"/>
          <w:szCs w:val="20"/>
        </w:rPr>
        <w:t>4</w:t>
      </w:r>
      <w:r w:rsidR="00530DD3">
        <w:rPr>
          <w:rFonts w:ascii="Corbel" w:hAnsi="Corbel"/>
          <w:sz w:val="20"/>
          <w:szCs w:val="20"/>
        </w:rPr>
        <w:t xml:space="preserve">, </w:t>
      </w:r>
      <w:r w:rsidR="00301359">
        <w:rPr>
          <w:rFonts w:ascii="Corbel" w:hAnsi="Corbel"/>
          <w:sz w:val="20"/>
          <w:szCs w:val="20"/>
        </w:rPr>
        <w:t>202</w:t>
      </w:r>
      <w:r w:rsidR="00FC1CC8">
        <w:rPr>
          <w:rFonts w:ascii="Corbel" w:hAnsi="Corbel"/>
          <w:sz w:val="20"/>
          <w:szCs w:val="20"/>
        </w:rPr>
        <w:t>4</w:t>
      </w:r>
      <w:r w:rsidR="00301359">
        <w:rPr>
          <w:rFonts w:ascii="Corbel" w:hAnsi="Corbel"/>
          <w:sz w:val="20"/>
          <w:szCs w:val="20"/>
        </w:rPr>
        <w:t>/202</w:t>
      </w:r>
      <w:r w:rsidR="00FC1CC8">
        <w:rPr>
          <w:rFonts w:ascii="Corbel" w:hAnsi="Corbel"/>
          <w:sz w:val="20"/>
          <w:szCs w:val="20"/>
        </w:rPr>
        <w:t>5</w:t>
      </w:r>
      <w:bookmarkStart w:id="0" w:name="_GoBack"/>
      <w:bookmarkEnd w:id="0"/>
    </w:p>
    <w:p w14:paraId="05DE2A38" w14:textId="77777777" w:rsidR="00530DD3" w:rsidRPr="009C54AE" w:rsidRDefault="00530DD3" w:rsidP="00530DD3">
      <w:pPr>
        <w:spacing w:after="0" w:line="240" w:lineRule="exact"/>
        <w:jc w:val="both"/>
        <w:rPr>
          <w:rFonts w:ascii="Corbel" w:hAnsi="Corbel"/>
          <w:sz w:val="24"/>
          <w:szCs w:val="24"/>
        </w:rPr>
      </w:pPr>
    </w:p>
    <w:p w14:paraId="2455A347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0E385CF" w14:textId="77777777" w:rsidTr="00B819C8">
        <w:tc>
          <w:tcPr>
            <w:tcW w:w="2694" w:type="dxa"/>
            <w:vAlign w:val="center"/>
          </w:tcPr>
          <w:p w14:paraId="046596AA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51B041" w14:textId="4B5BEF23" w:rsidR="0085747A" w:rsidRPr="009C54AE" w:rsidRDefault="0017685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Język obcy z </w:t>
            </w:r>
            <w:r w:rsidR="00DE2234">
              <w:rPr>
                <w:rFonts w:ascii="Corbel" w:hAnsi="Corbel"/>
                <w:b w:val="0"/>
                <w:sz w:val="24"/>
                <w:szCs w:val="24"/>
              </w:rPr>
              <w:t>elementami terminologii specjalistycznej</w:t>
            </w:r>
            <w:r w:rsidRPr="00176858">
              <w:rPr>
                <w:rFonts w:ascii="Corbel" w:hAnsi="Corbel"/>
                <w:b w:val="0"/>
                <w:sz w:val="24"/>
                <w:szCs w:val="24"/>
              </w:rPr>
              <w:t xml:space="preserve"> – </w:t>
            </w:r>
            <w:r>
              <w:rPr>
                <w:rFonts w:ascii="Corbel" w:hAnsi="Corbel"/>
                <w:b w:val="0"/>
                <w:sz w:val="24"/>
                <w:szCs w:val="24"/>
              </w:rPr>
              <w:t>język angielski</w:t>
            </w:r>
          </w:p>
        </w:tc>
      </w:tr>
      <w:tr w:rsidR="0085747A" w:rsidRPr="009C54AE" w14:paraId="687EA7E7" w14:textId="77777777" w:rsidTr="00B819C8">
        <w:tc>
          <w:tcPr>
            <w:tcW w:w="2694" w:type="dxa"/>
            <w:vAlign w:val="center"/>
          </w:tcPr>
          <w:p w14:paraId="339101A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CF9715B" w14:textId="77777777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5EB3E15A" w14:textId="77777777" w:rsidTr="00B819C8">
        <w:tc>
          <w:tcPr>
            <w:tcW w:w="2694" w:type="dxa"/>
            <w:vAlign w:val="center"/>
          </w:tcPr>
          <w:p w14:paraId="5DFC4A64" w14:textId="4E316626" w:rsidR="0085747A" w:rsidRPr="009C54AE" w:rsidRDefault="00EC583D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32BED9BC" w14:textId="1EE21371" w:rsidR="0085747A" w:rsidRPr="009C54AE" w:rsidRDefault="00E066F7" w:rsidP="00F6366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85747A" w:rsidRPr="009C54AE" w14:paraId="067ADC1E" w14:textId="77777777" w:rsidTr="00B819C8">
        <w:tc>
          <w:tcPr>
            <w:tcW w:w="2694" w:type="dxa"/>
            <w:vAlign w:val="center"/>
          </w:tcPr>
          <w:p w14:paraId="35D934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68C5C747" w14:textId="4E311445" w:rsidR="0085747A" w:rsidRPr="009C54AE" w:rsidRDefault="006C6FE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Studium</w:t>
            </w:r>
            <w:r w:rsidR="006B2962" w:rsidRPr="006B2962">
              <w:rPr>
                <w:rFonts w:ascii="Corbel" w:hAnsi="Corbel"/>
                <w:b w:val="0"/>
                <w:sz w:val="24"/>
                <w:szCs w:val="24"/>
              </w:rPr>
              <w:t xml:space="preserve"> Języków Obcych</w:t>
            </w:r>
          </w:p>
        </w:tc>
      </w:tr>
      <w:tr w:rsidR="0085747A" w:rsidRPr="009C54AE" w14:paraId="32592B7C" w14:textId="77777777" w:rsidTr="00B819C8">
        <w:tc>
          <w:tcPr>
            <w:tcW w:w="2694" w:type="dxa"/>
            <w:vAlign w:val="center"/>
          </w:tcPr>
          <w:p w14:paraId="325B1EE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BD39A4" w14:textId="7748535B" w:rsidR="0085747A" w:rsidRPr="009C54AE" w:rsidRDefault="00B8132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66116839" w14:textId="77777777" w:rsidTr="00B819C8">
        <w:tc>
          <w:tcPr>
            <w:tcW w:w="2694" w:type="dxa"/>
            <w:vAlign w:val="center"/>
          </w:tcPr>
          <w:p w14:paraId="21E604E6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10569EA9" w14:textId="0911DBB4" w:rsidR="0085747A" w:rsidRPr="009C54AE" w:rsidRDefault="005A691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54E42762" w14:textId="77777777" w:rsidTr="00B819C8">
        <w:tc>
          <w:tcPr>
            <w:tcW w:w="2694" w:type="dxa"/>
            <w:vAlign w:val="center"/>
          </w:tcPr>
          <w:p w14:paraId="44D840B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3705BE" w14:textId="09C670C0" w:rsidR="0085747A" w:rsidRPr="009C54AE" w:rsidRDefault="003035B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0D05072" w14:textId="77777777" w:rsidTr="00B819C8">
        <w:tc>
          <w:tcPr>
            <w:tcW w:w="2694" w:type="dxa"/>
            <w:vAlign w:val="center"/>
          </w:tcPr>
          <w:p w14:paraId="4FC7C0E1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D3F4F41" w14:textId="12A7F6AC" w:rsidR="0085747A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</w:t>
            </w:r>
            <w:r w:rsidR="004A2DB4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29DE6017" w14:textId="77777777" w:rsidTr="00B819C8">
        <w:tc>
          <w:tcPr>
            <w:tcW w:w="2694" w:type="dxa"/>
            <w:vAlign w:val="center"/>
          </w:tcPr>
          <w:p w14:paraId="12AB0B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6E3BD34" w14:textId="13EB796C" w:rsidR="0085747A" w:rsidRPr="009C54AE" w:rsidRDefault="00B814A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="005A6917" w:rsidRPr="005A6917">
              <w:rPr>
                <w:rFonts w:ascii="Corbel" w:hAnsi="Corbel"/>
                <w:b w:val="0"/>
                <w:sz w:val="24"/>
                <w:szCs w:val="24"/>
              </w:rPr>
              <w:t>ok I, II, semestr 1, 2, 3, 4</w:t>
            </w:r>
          </w:p>
        </w:tc>
      </w:tr>
      <w:tr w:rsidR="0085747A" w:rsidRPr="009C54AE" w14:paraId="516899EE" w14:textId="77777777" w:rsidTr="00B819C8">
        <w:tc>
          <w:tcPr>
            <w:tcW w:w="2694" w:type="dxa"/>
            <w:vAlign w:val="center"/>
          </w:tcPr>
          <w:p w14:paraId="531910E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3AAFAEA" w14:textId="08AE24D7" w:rsidR="0085747A" w:rsidRPr="009C54AE" w:rsidRDefault="00B924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5A6917">
              <w:rPr>
                <w:rFonts w:ascii="Corbel" w:hAnsi="Corbel"/>
                <w:b w:val="0"/>
                <w:sz w:val="24"/>
                <w:szCs w:val="24"/>
              </w:rPr>
              <w:t>góln</w:t>
            </w:r>
            <w:r w:rsidR="004F3928">
              <w:rPr>
                <w:rFonts w:ascii="Corbel" w:hAnsi="Corbel"/>
                <w:b w:val="0"/>
                <w:sz w:val="24"/>
                <w:szCs w:val="24"/>
              </w:rPr>
              <w:t>y</w:t>
            </w:r>
          </w:p>
        </w:tc>
      </w:tr>
      <w:tr w:rsidR="00923D7D" w:rsidRPr="009C54AE" w14:paraId="12B3755A" w14:textId="77777777" w:rsidTr="00B819C8">
        <w:tc>
          <w:tcPr>
            <w:tcW w:w="2694" w:type="dxa"/>
            <w:vAlign w:val="center"/>
          </w:tcPr>
          <w:p w14:paraId="34E61EC5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B374733" w14:textId="65607942" w:rsidR="00923D7D" w:rsidRPr="009C54AE" w:rsidRDefault="006B296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angielski / polski</w:t>
            </w:r>
          </w:p>
        </w:tc>
      </w:tr>
      <w:tr w:rsidR="0085747A" w:rsidRPr="009C54AE" w14:paraId="1201D53F" w14:textId="77777777" w:rsidTr="00B819C8">
        <w:tc>
          <w:tcPr>
            <w:tcW w:w="2694" w:type="dxa"/>
            <w:vAlign w:val="center"/>
          </w:tcPr>
          <w:p w14:paraId="09A9C10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50601B3D" w14:textId="02131326" w:rsidR="0085747A" w:rsidRPr="009C54AE" w:rsidRDefault="008842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Viktor Dorodnykh</w:t>
            </w:r>
          </w:p>
        </w:tc>
      </w:tr>
      <w:tr w:rsidR="0085747A" w:rsidRPr="009C54AE" w14:paraId="7A28B2FA" w14:textId="77777777" w:rsidTr="00B819C8">
        <w:tc>
          <w:tcPr>
            <w:tcW w:w="2694" w:type="dxa"/>
            <w:vAlign w:val="center"/>
          </w:tcPr>
          <w:p w14:paraId="6B5E7C7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2D901D9" w14:textId="6D44C3A9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06671629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3BC9E7C1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CCAE2E" w14:textId="13700E66" w:rsidR="0085747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CE51740" w14:textId="77777777" w:rsidR="0045566A" w:rsidRPr="009C54AE" w:rsidRDefault="0045566A" w:rsidP="009C54AE">
      <w:pPr>
        <w:pStyle w:val="Podpunkty"/>
        <w:ind w:left="284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899"/>
        <w:gridCol w:w="1185"/>
        <w:gridCol w:w="851"/>
        <w:gridCol w:w="786"/>
        <w:gridCol w:w="812"/>
        <w:gridCol w:w="735"/>
        <w:gridCol w:w="934"/>
        <w:gridCol w:w="1162"/>
        <w:gridCol w:w="1441"/>
      </w:tblGrid>
      <w:tr w:rsidR="0045566A" w:rsidRPr="009C54AE" w14:paraId="34533113" w14:textId="77777777" w:rsidTr="00B90AF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55835" w14:textId="77777777" w:rsidR="0045566A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2C5BFF3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186D2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1350" w14:textId="0CDA1840" w:rsidR="0045566A" w:rsidRPr="009C54AE" w:rsidRDefault="00BD29B0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Lektoraty jęz. obcych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A28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3E7CC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03827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0F19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B379A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10328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30B3E" w14:textId="77777777" w:rsidR="0045566A" w:rsidRPr="009C54AE" w:rsidRDefault="0045566A" w:rsidP="00B90AF5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5566A" w:rsidRPr="009C54AE" w14:paraId="0F166577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E80F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56BA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EBD75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6ED4C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A548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88EC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930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39E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747FE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1A5E8" w14:textId="0798A49E" w:rsidR="0045566A" w:rsidRPr="009C54AE" w:rsidRDefault="0093383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38C9C2B0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F31D6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7D40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D0E7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0DED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1E8B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9F37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E42E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83DA7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204E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439C9" w14:textId="05F006F0" w:rsidR="0045566A" w:rsidRDefault="0093383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1C71AF5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EBEB8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5816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B0329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4F418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F909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2B09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3CDD3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FF481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CB10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1E241" w14:textId="6446C7E1" w:rsidR="0045566A" w:rsidRDefault="0093383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45566A" w:rsidRPr="009C54AE" w14:paraId="6369F03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1046F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F0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B8D31" w14:textId="77777777" w:rsidR="0045566A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44C1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71C04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A983F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F9E13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C0A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07D02" w14:textId="77777777" w:rsidR="0045566A" w:rsidRPr="009C54AE" w:rsidRDefault="0045566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8733D" w14:textId="0A6EE067" w:rsidR="0045566A" w:rsidRDefault="0093383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0A03DA" w:rsidRPr="009C54AE" w14:paraId="4C40950B" w14:textId="77777777" w:rsidTr="00B90A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2E44C" w14:textId="34CF878A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Razem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D192A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B4D21" w14:textId="55DF6B6D" w:rsidR="000A03DA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AC1E8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DAFBC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799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47BD5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F9363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62437" w14:textId="77777777" w:rsidR="000A03DA" w:rsidRPr="009C54AE" w:rsidRDefault="000A03DA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8375B" w14:textId="5AA384D7" w:rsidR="000A03DA" w:rsidRDefault="00933839" w:rsidP="00B90AF5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501AB829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2C17E186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B33A959" w14:textId="57181686" w:rsidR="0085747A" w:rsidRPr="009C54AE" w:rsidRDefault="006711FD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zajęcia w formie tradycyjnej </w:t>
      </w:r>
    </w:p>
    <w:p w14:paraId="7A486A7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7296751" w14:textId="5F85B0C7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(z toku) </w:t>
      </w:r>
    </w:p>
    <w:p w14:paraId="078DEA17" w14:textId="5639262B" w:rsidR="003035BB" w:rsidRPr="003035BB" w:rsidRDefault="003035BB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bCs/>
          <w:smallCaps w:val="0"/>
          <w:szCs w:val="24"/>
        </w:rPr>
      </w:pPr>
      <w:r w:rsidRPr="003035BB">
        <w:rPr>
          <w:rFonts w:ascii="Corbel" w:hAnsi="Corbel"/>
          <w:b w:val="0"/>
          <w:bCs/>
          <w:smallCaps w:val="0"/>
          <w:szCs w:val="24"/>
        </w:rPr>
        <w:t>Zaliczenie z oceną</w:t>
      </w:r>
    </w:p>
    <w:p w14:paraId="74407DA4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3A706F80" w14:textId="77777777" w:rsidTr="00745302">
        <w:tc>
          <w:tcPr>
            <w:tcW w:w="9670" w:type="dxa"/>
          </w:tcPr>
          <w:p w14:paraId="329C8A3F" w14:textId="7A25284C" w:rsidR="0085747A" w:rsidRPr="009C54AE" w:rsidRDefault="006711FD" w:rsidP="007C253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Znajomość języka na poziomie B1+ według Europejskiego Opisu Kształcenia Językowego. </w:t>
            </w:r>
          </w:p>
        </w:tc>
      </w:tr>
    </w:tbl>
    <w:p w14:paraId="69528ADD" w14:textId="572E365D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1EA642B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B5B093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E7CE0BE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9C54AE" w14:paraId="50D9B5CF" w14:textId="77777777" w:rsidTr="00923D7D">
        <w:tc>
          <w:tcPr>
            <w:tcW w:w="851" w:type="dxa"/>
            <w:vAlign w:val="center"/>
          </w:tcPr>
          <w:p w14:paraId="37C68C33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6FD5CB0" w14:textId="5FEA146B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>Rozwijanie czterech sprawności językowych (rozumienie ze słuchu,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rozumienie tekstu czytanego, tworzenie wypowiedzi ustnych i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pisemnych) w ramach kształcenia kompetencji komunikacyjnej na</w:t>
            </w:r>
            <w:r w:rsidRPr="0099450E">
              <w:rPr>
                <w:rFonts w:ascii="Corbel" w:hAnsi="Corbel"/>
                <w:b w:val="0"/>
                <w:smallCaps/>
                <w:sz w:val="24"/>
                <w:szCs w:val="24"/>
              </w:rPr>
              <w:t xml:space="preserve">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>poziomie B2</w:t>
            </w:r>
          </w:p>
        </w:tc>
      </w:tr>
      <w:tr w:rsidR="0085747A" w:rsidRPr="009C54AE" w14:paraId="2CC0FBE1" w14:textId="77777777" w:rsidTr="00923D7D">
        <w:tc>
          <w:tcPr>
            <w:tcW w:w="851" w:type="dxa"/>
            <w:vAlign w:val="center"/>
          </w:tcPr>
          <w:p w14:paraId="4B20B94A" w14:textId="6C634FBF" w:rsidR="0085747A" w:rsidRPr="009C54AE" w:rsidRDefault="00121A87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17125B9" w14:textId="0F9C255A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Wykształcenie kompetencji językowej umożliwiającej komunikację w sytuacjach dnia codziennego, jak i posługiwanie się językiem obcym w podstawowym zakresie do celów zawodowych i naukowych. </w:t>
            </w:r>
          </w:p>
        </w:tc>
      </w:tr>
      <w:tr w:rsidR="0085747A" w:rsidRPr="009C54AE" w14:paraId="7F8189BB" w14:textId="77777777" w:rsidTr="00923D7D">
        <w:tc>
          <w:tcPr>
            <w:tcW w:w="851" w:type="dxa"/>
            <w:vAlign w:val="center"/>
          </w:tcPr>
          <w:p w14:paraId="028BC022" w14:textId="00315EC0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121A87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46568037" w14:textId="759FE9C1" w:rsidR="0085747A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Kształcenie i doskonalenie poprawności gramatycznej w wypowiedziach ustnych 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br/>
              <w:t xml:space="preserve">i pisemnych. </w:t>
            </w:r>
          </w:p>
        </w:tc>
      </w:tr>
      <w:tr w:rsidR="00121A87" w:rsidRPr="009C54AE" w14:paraId="6863286E" w14:textId="77777777" w:rsidTr="00923D7D">
        <w:tc>
          <w:tcPr>
            <w:tcW w:w="851" w:type="dxa"/>
            <w:vAlign w:val="center"/>
          </w:tcPr>
          <w:p w14:paraId="1847C224" w14:textId="7237D7D0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vAlign w:val="center"/>
          </w:tcPr>
          <w:p w14:paraId="13EF8F8F" w14:textId="7905D0B4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Poszerzenie słownictwa oraz wprowadzenie słownictwa specjalistycznego (słownictwa z zakresu </w:t>
            </w:r>
            <w:r w:rsidR="0045566A" w:rsidRPr="0099450E">
              <w:rPr>
                <w:rFonts w:ascii="Corbel" w:hAnsi="Corbel"/>
                <w:b w:val="0"/>
                <w:sz w:val="24"/>
                <w:szCs w:val="24"/>
              </w:rPr>
              <w:t>pedagogiki</w:t>
            </w: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). </w:t>
            </w:r>
          </w:p>
        </w:tc>
      </w:tr>
      <w:tr w:rsidR="00121A87" w:rsidRPr="009C54AE" w14:paraId="55D3B1EF" w14:textId="77777777" w:rsidTr="00923D7D">
        <w:tc>
          <w:tcPr>
            <w:tcW w:w="851" w:type="dxa"/>
            <w:vAlign w:val="center"/>
          </w:tcPr>
          <w:p w14:paraId="2A806FDF" w14:textId="584D48FB" w:rsidR="00121A87" w:rsidRPr="009C54A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819" w:type="dxa"/>
            <w:vAlign w:val="center"/>
          </w:tcPr>
          <w:p w14:paraId="1C507636" w14:textId="17C4C57F" w:rsidR="00121A87" w:rsidRPr="0099450E" w:rsidRDefault="00121A87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9450E">
              <w:rPr>
                <w:rFonts w:ascii="Corbel" w:hAnsi="Corbel"/>
                <w:b w:val="0"/>
                <w:sz w:val="24"/>
                <w:szCs w:val="24"/>
              </w:rPr>
              <w:t xml:space="preserve">Przygotowanie do przedstawienia zagadnień dotyczących własnej tematyki zawodowej w formie prezentacji opracowanej w oparciu o proste teksty fachowe. </w:t>
            </w:r>
          </w:p>
        </w:tc>
      </w:tr>
    </w:tbl>
    <w:p w14:paraId="278DD44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07157F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5ED038E2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1B36E428" w14:textId="77777777" w:rsidTr="004C3BD6">
        <w:tc>
          <w:tcPr>
            <w:tcW w:w="1680" w:type="dxa"/>
            <w:vAlign w:val="center"/>
          </w:tcPr>
          <w:p w14:paraId="75232DE9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5" w:type="dxa"/>
            <w:vAlign w:val="center"/>
          </w:tcPr>
          <w:p w14:paraId="61A52E7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8F57284" w14:textId="6410EAF9" w:rsidR="0085747A" w:rsidRPr="009C54AE" w:rsidRDefault="0085747A" w:rsidP="00B3774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</w:t>
            </w:r>
            <w:r w:rsidR="00695CEB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3286923B" w14:textId="77777777" w:rsidTr="004C3BD6">
        <w:tc>
          <w:tcPr>
            <w:tcW w:w="1680" w:type="dxa"/>
          </w:tcPr>
          <w:p w14:paraId="23DBA0D5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4C3BD6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5" w:type="dxa"/>
          </w:tcPr>
          <w:p w14:paraId="2592AB61" w14:textId="6F41CCAB" w:rsidR="001A6BA8" w:rsidRDefault="008F7340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Student:</w:t>
            </w:r>
          </w:p>
          <w:p w14:paraId="416F8C05" w14:textId="234F737E" w:rsidR="001A6BA8" w:rsidRDefault="008F7340" w:rsidP="00B17AF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Z</w:t>
            </w:r>
            <w:r w:rsidR="001D0639">
              <w:rPr>
                <w:rFonts w:ascii="Corbel" w:hAnsi="Corbel"/>
                <w:b w:val="0"/>
                <w:bCs/>
                <w:smallCaps w:val="0"/>
                <w:szCs w:val="24"/>
              </w:rPr>
              <w:t>interpretuje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tekst specjalistyczny z zakresu tematyki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pedagogicznej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, zastosuje specjalistyczne słownictwo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odpowiednim zakresie, wypowie się w formie werbalnej i pisemnej na wybrane tematy oraz przygotuje wystąpienie </w:t>
            </w:r>
            <w:r w:rsidR="00260095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z dziedziny pedagogiki 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różnorodnych obszarach posługując się poprawnie terminologią pedagogiczną </w:t>
            </w:r>
            <w:r w:rsidR="00146EB9">
              <w:rPr>
                <w:rFonts w:ascii="Corbel" w:hAnsi="Corbel"/>
                <w:b w:val="0"/>
                <w:bCs/>
                <w:smallCaps w:val="0"/>
                <w:szCs w:val="24"/>
              </w:rPr>
              <w:br/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w języku </w:t>
            </w:r>
            <w:r w:rsidR="00B17AFA">
              <w:rPr>
                <w:rFonts w:ascii="Corbel" w:hAnsi="Corbel"/>
                <w:b w:val="0"/>
                <w:bCs/>
                <w:smallCaps w:val="0"/>
                <w:szCs w:val="24"/>
              </w:rPr>
              <w:t>angielskim</w:t>
            </w:r>
            <w:r w:rsidR="00B17AFA" w:rsidRPr="00B17AFA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na poziomie B2 Europejskiego Systemu Opisu Kształcenia Językowego.  </w:t>
            </w:r>
          </w:p>
          <w:p w14:paraId="3BB5DE1A" w14:textId="2EE30F85" w:rsidR="0085747A" w:rsidRPr="004C3BD6" w:rsidRDefault="0085747A" w:rsidP="004C3BD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2BF56F60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B16534D" w14:textId="3220B611" w:rsidR="0085747A" w:rsidRPr="004C3BD6" w:rsidRDefault="00121A8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_U04</w:t>
            </w:r>
          </w:p>
        </w:tc>
      </w:tr>
      <w:tr w:rsidR="0085747A" w:rsidRPr="009C54AE" w14:paraId="54389C0A" w14:textId="77777777" w:rsidTr="004C3BD6">
        <w:tc>
          <w:tcPr>
            <w:tcW w:w="1680" w:type="dxa"/>
          </w:tcPr>
          <w:p w14:paraId="6FA4B26E" w14:textId="77777777" w:rsidR="0085747A" w:rsidRPr="004C3BD6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5" w:type="dxa"/>
          </w:tcPr>
          <w:p w14:paraId="0D06114D" w14:textId="136AD613" w:rsidR="00B17AFA" w:rsidRPr="00B17AFA" w:rsidRDefault="008F7340" w:rsidP="00B17AFA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B17AFA"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okona krytycznej oceny posiadanej wiedzy </w:t>
            </w:r>
          </w:p>
          <w:p w14:paraId="390F072A" w14:textId="58B9E083" w:rsidR="001A6BA8" w:rsidRDefault="00B17AFA" w:rsidP="00B17AF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7AFA">
              <w:rPr>
                <w:rFonts w:ascii="Corbel" w:hAnsi="Corbel"/>
                <w:b w:val="0"/>
                <w:smallCaps w:val="0"/>
                <w:szCs w:val="24"/>
              </w:rPr>
              <w:t xml:space="preserve">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oraz motywacji do samokształcenia i samorozwoju </w:t>
            </w:r>
            <w:r w:rsidRPr="00B17AFA">
              <w:rPr>
                <w:rFonts w:ascii="Corbel" w:hAnsi="Corbel"/>
                <w:b w:val="0"/>
                <w:smallCaps w:val="0"/>
                <w:szCs w:val="24"/>
              </w:rPr>
              <w:t>w zakresie języka angielskiego z terminologią specjalistyczną.</w:t>
            </w:r>
          </w:p>
          <w:p w14:paraId="1C5E0D5D" w14:textId="6DE6F74D" w:rsidR="0085747A" w:rsidRPr="004C3BD6" w:rsidRDefault="0085747A" w:rsidP="00B9253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1865" w:type="dxa"/>
          </w:tcPr>
          <w:p w14:paraId="02453324" w14:textId="77777777" w:rsidR="00B17AFA" w:rsidRDefault="00B17AF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F3375BC" w14:textId="796C6A5B" w:rsidR="0085747A" w:rsidRPr="004C3BD6" w:rsidRDefault="00A81E05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D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="004C3BD6" w:rsidRPr="004C3BD6">
              <w:rPr>
                <w:rFonts w:ascii="Corbel" w:hAnsi="Corbel"/>
                <w:b w:val="0"/>
                <w:smallCaps w:val="0"/>
                <w:szCs w:val="24"/>
              </w:rPr>
              <w:t>_K0</w:t>
            </w:r>
            <w:r w:rsidR="00997D7B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</w:tr>
    </w:tbl>
    <w:p w14:paraId="7D2BAF4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D54AD38" w14:textId="77777777" w:rsidR="0099450E" w:rsidRDefault="0099450E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0FF115C3" w14:textId="0565C99D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2EDC85D3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5D06BB07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AD6F1E9" w14:textId="77777777" w:rsidTr="00720AF9">
        <w:tc>
          <w:tcPr>
            <w:tcW w:w="9520" w:type="dxa"/>
          </w:tcPr>
          <w:p w14:paraId="6641F167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0D6E225A" w14:textId="77777777" w:rsidTr="00720AF9">
        <w:tc>
          <w:tcPr>
            <w:tcW w:w="9520" w:type="dxa"/>
          </w:tcPr>
          <w:p w14:paraId="730B23ED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7B880E2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4F525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767AA42F" w14:textId="77777777" w:rsidR="00933839" w:rsidRPr="004D342B" w:rsidRDefault="00933839" w:rsidP="00933839">
      <w:pPr>
        <w:pStyle w:val="Akapitzlist"/>
        <w:numPr>
          <w:ilvl w:val="0"/>
          <w:numId w:val="1"/>
        </w:numPr>
        <w:spacing w:line="240" w:lineRule="auto"/>
        <w:jc w:val="both"/>
        <w:rPr>
          <w:rFonts w:asciiTheme="minorHAnsi" w:hAnsiTheme="minorHAnsi"/>
          <w:szCs w:val="24"/>
        </w:rPr>
      </w:pPr>
    </w:p>
    <w:tbl>
      <w:tblPr>
        <w:tblpPr w:leftFromText="141" w:rightFromText="141" w:vertAnchor="text" w:tblpX="74" w:tblpY="1"/>
        <w:tblW w:w="9638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4A0" w:firstRow="1" w:lastRow="0" w:firstColumn="1" w:lastColumn="0" w:noHBand="0" w:noVBand="1"/>
      </w:tblPr>
      <w:tblGrid>
        <w:gridCol w:w="9638"/>
      </w:tblGrid>
      <w:tr w:rsidR="00933839" w:rsidRPr="004D342B" w14:paraId="5432E8A6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59F9836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33839" w:rsidRPr="004D342B" w14:paraId="5B63AE7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014072A" w14:textId="77777777" w:rsidR="00933839" w:rsidRPr="00933839" w:rsidRDefault="00933839" w:rsidP="00B55448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33839">
              <w:rPr>
                <w:rFonts w:ascii="Corbel" w:hAnsi="Corbel"/>
                <w:b/>
                <w:bCs/>
                <w:sz w:val="24"/>
                <w:szCs w:val="24"/>
              </w:rPr>
              <w:t>Rok I, semestr 1</w:t>
            </w:r>
          </w:p>
        </w:tc>
      </w:tr>
      <w:tr w:rsidR="00933839" w:rsidRPr="004D342B" w14:paraId="7F2C983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A28439A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Moje życie</w:t>
            </w:r>
          </w:p>
          <w:p w14:paraId="15B62BE9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Mój dom, moje miejsce zamieszkania.</w:t>
            </w:r>
          </w:p>
          <w:p w14:paraId="08BF4FA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Zainteresowania, czas wolny, relacje w grupie.</w:t>
            </w:r>
          </w:p>
          <w:p w14:paraId="2E5E9FF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Sporządzanie notatek, dyskusja.</w:t>
            </w:r>
          </w:p>
        </w:tc>
      </w:tr>
      <w:tr w:rsidR="00933839" w:rsidRPr="004D342B" w14:paraId="4677F88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CD80749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Studia na uniwersytecie</w:t>
            </w:r>
          </w:p>
          <w:p w14:paraId="369C7A39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Studia na uniwersytecie i życie studenckie.</w:t>
            </w:r>
          </w:p>
          <w:p w14:paraId="2C09BC8B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Przygotowanie do przyszłego zawodu.</w:t>
            </w:r>
          </w:p>
          <w:p w14:paraId="0C92E030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Instytucje edukacyjne w Polsce i w wybranych krajach Unii Europejskiej.</w:t>
            </w:r>
          </w:p>
          <w:p w14:paraId="79AF540C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Problemy szkolnictwa wyższego.</w:t>
            </w:r>
          </w:p>
          <w:p w14:paraId="56383C8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Wykorzystanie materiałów autentycznych. Projekty studentów.</w:t>
            </w:r>
          </w:p>
        </w:tc>
      </w:tr>
      <w:tr w:rsidR="00933839" w:rsidRPr="004D342B" w14:paraId="59E0824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385AD2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Udział studentów w życiu społecznym</w:t>
            </w:r>
          </w:p>
          <w:p w14:paraId="3A4FA846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Organizacje charytatywne, wolontariat.</w:t>
            </w:r>
          </w:p>
          <w:p w14:paraId="1CF764B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oryginalnym; wypowiedź pisemna.</w:t>
            </w:r>
          </w:p>
        </w:tc>
      </w:tr>
      <w:tr w:rsidR="00933839" w:rsidRPr="004D342B" w14:paraId="2799987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4F37D1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Rozmowa o pracę</w:t>
            </w:r>
          </w:p>
          <w:p w14:paraId="5C11DEC0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Przygotowanie się, opracowywanie pytań i odpowiedzi.</w:t>
            </w:r>
          </w:p>
          <w:p w14:paraId="349B42F8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Dress code.</w:t>
            </w:r>
          </w:p>
          <w:p w14:paraId="4364E80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Rozmowa kwalifikacyjna.</w:t>
            </w:r>
          </w:p>
          <w:p w14:paraId="11273143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w grupach, projekty studentów.</w:t>
            </w:r>
          </w:p>
        </w:tc>
      </w:tr>
      <w:tr w:rsidR="00933839" w:rsidRPr="004D342B" w14:paraId="75F102C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A7A6E0F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Edukacja zdrowotna i zdrowy styl życia</w:t>
            </w:r>
          </w:p>
          <w:p w14:paraId="55DD201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Udzielanie pierwszej pomocy.</w:t>
            </w:r>
          </w:p>
          <w:p w14:paraId="1F243E9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Reagowanie w sytuacjach kryzysowych.</w:t>
            </w:r>
          </w:p>
          <w:p w14:paraId="4C81D77C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Wizyta u lekarza.</w:t>
            </w:r>
          </w:p>
          <w:p w14:paraId="2C34857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Materiały wideo.</w:t>
            </w:r>
          </w:p>
        </w:tc>
      </w:tr>
      <w:tr w:rsidR="00933839" w:rsidRPr="004D342B" w14:paraId="3DF15E4D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A03FF8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Problemy współczesnych społeczeństw</w:t>
            </w:r>
          </w:p>
          <w:p w14:paraId="466FC938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Zaburzenia neurotyczne.</w:t>
            </w:r>
          </w:p>
          <w:p w14:paraId="498752F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Choroby cywilizacyjne.</w:t>
            </w:r>
          </w:p>
          <w:p w14:paraId="6787B87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Instytucje profilaktyczne i resocjalizacyjne.</w:t>
            </w:r>
          </w:p>
          <w:p w14:paraId="5CBC46B4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Projekty studentów.</w:t>
            </w:r>
          </w:p>
        </w:tc>
      </w:tr>
      <w:tr w:rsidR="00933839" w:rsidRPr="004D342B" w14:paraId="33C8E32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FBB93ED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0A26D0C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Etapy rozwoju człowieka.</w:t>
            </w:r>
          </w:p>
          <w:p w14:paraId="0E242881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Potrzeby człowieka na różnych etapach życia.</w:t>
            </w:r>
          </w:p>
          <w:p w14:paraId="1C3297E9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Metody wychowawcze.</w:t>
            </w:r>
          </w:p>
          <w:p w14:paraId="5BFA7E3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Dyskusja, wypowiedź pisemna.</w:t>
            </w:r>
          </w:p>
        </w:tc>
      </w:tr>
      <w:tr w:rsidR="00933839" w:rsidRPr="004D342B" w14:paraId="7C52F6A5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CBEA9C7" w14:textId="77777777" w:rsidR="00933839" w:rsidRPr="00933839" w:rsidRDefault="00933839" w:rsidP="00B55448">
            <w:pPr>
              <w:pStyle w:val="Default"/>
              <w:jc w:val="both"/>
              <w:rPr>
                <w:rFonts w:ascii="Corbel" w:hAnsi="Corbel"/>
              </w:rPr>
            </w:pPr>
            <w:r w:rsidRPr="00933839">
              <w:rPr>
                <w:rFonts w:ascii="Corbel" w:hAnsi="Corbel"/>
              </w:rPr>
              <w:t>Trudności w życiu młodych ludzi</w:t>
            </w:r>
          </w:p>
          <w:p w14:paraId="79841EFE" w14:textId="77777777" w:rsidR="00933839" w:rsidRPr="00933839" w:rsidRDefault="00933839" w:rsidP="00B55448">
            <w:pPr>
              <w:pStyle w:val="Default"/>
              <w:jc w:val="both"/>
              <w:rPr>
                <w:rFonts w:ascii="Corbel" w:hAnsi="Corbel"/>
              </w:rPr>
            </w:pPr>
            <w:r w:rsidRPr="00933839">
              <w:rPr>
                <w:rFonts w:ascii="Corbel" w:hAnsi="Corbel"/>
              </w:rPr>
              <w:t>• Trudności szkolne dzieci i młodzieży i sposoby ich rozwiązywania.</w:t>
            </w:r>
          </w:p>
          <w:p w14:paraId="5CA5DF19" w14:textId="77777777" w:rsidR="00933839" w:rsidRPr="00933839" w:rsidRDefault="00933839" w:rsidP="00B55448">
            <w:pPr>
              <w:pStyle w:val="Default"/>
              <w:jc w:val="both"/>
              <w:rPr>
                <w:rFonts w:ascii="Corbel" w:hAnsi="Corbel"/>
              </w:rPr>
            </w:pPr>
            <w:r w:rsidRPr="00933839">
              <w:rPr>
                <w:rFonts w:ascii="Corbel" w:hAnsi="Corbel"/>
              </w:rPr>
              <w:t>• Konflikty i negocjacje.</w:t>
            </w:r>
          </w:p>
          <w:p w14:paraId="626CA06A" w14:textId="77777777" w:rsidR="00933839" w:rsidRPr="00933839" w:rsidRDefault="00933839" w:rsidP="00B55448">
            <w:pPr>
              <w:pStyle w:val="Default"/>
              <w:jc w:val="both"/>
              <w:rPr>
                <w:rFonts w:ascii="Corbel" w:hAnsi="Corbel"/>
              </w:rPr>
            </w:pPr>
            <w:r w:rsidRPr="00933839">
              <w:rPr>
                <w:rFonts w:ascii="Corbel" w:hAnsi="Corbel"/>
              </w:rPr>
              <w:t>Praca z tekstem oryginalnym. Projekty studentów.</w:t>
            </w:r>
          </w:p>
        </w:tc>
      </w:tr>
      <w:tr w:rsidR="00933839" w14:paraId="7583737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5CD069D" w14:textId="77777777" w:rsidR="00933839" w:rsidRPr="00933839" w:rsidRDefault="00933839" w:rsidP="00B55448">
            <w:pPr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33839">
              <w:rPr>
                <w:rFonts w:ascii="Corbel" w:hAnsi="Corbel"/>
                <w:b/>
                <w:bCs/>
                <w:sz w:val="24"/>
                <w:szCs w:val="24"/>
              </w:rPr>
              <w:t>Rok I, semestr 2</w:t>
            </w:r>
          </w:p>
        </w:tc>
      </w:tr>
      <w:tr w:rsidR="00933839" w14:paraId="3F2012B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EF0E861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Relacje międzyludzkie</w:t>
            </w:r>
          </w:p>
          <w:p w14:paraId="0B0FB6C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lastRenderedPageBreak/>
              <w:t>• Relacje w rodzinie i w grupie.</w:t>
            </w:r>
          </w:p>
          <w:p w14:paraId="74E35BC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Formy terapii i mediacji.</w:t>
            </w:r>
          </w:p>
          <w:p w14:paraId="51442A8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Wykorzystanie materiałów autentycznych. Projekty studentów.</w:t>
            </w:r>
          </w:p>
        </w:tc>
      </w:tr>
      <w:tr w:rsidR="00933839" w14:paraId="53AE5BE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C7A2376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lastRenderedPageBreak/>
              <w:t>Podróże</w:t>
            </w:r>
          </w:p>
          <w:p w14:paraId="04AF35D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Jako forma spędzania czasu wolnego.</w:t>
            </w:r>
          </w:p>
          <w:p w14:paraId="50B0657F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Środki transportu.</w:t>
            </w:r>
          </w:p>
          <w:p w14:paraId="1A32996C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Praktyczne porady w podróży.</w:t>
            </w:r>
          </w:p>
          <w:p w14:paraId="2234875F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Rola nauki języków obcych w podróżowaniu.</w:t>
            </w:r>
          </w:p>
          <w:p w14:paraId="543A17C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Dyskusja.</w:t>
            </w:r>
          </w:p>
        </w:tc>
      </w:tr>
      <w:tr w:rsidR="00933839" w14:paraId="21FE362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3093C88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Rola czytelnictwa we współczesnym świecie</w:t>
            </w:r>
          </w:p>
          <w:p w14:paraId="7464186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Bajki w edukacji.</w:t>
            </w:r>
          </w:p>
          <w:p w14:paraId="3F090FF1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Rekomendowanie wartościowych pozycji czytelniczych.</w:t>
            </w:r>
          </w:p>
          <w:p w14:paraId="59B57960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Projekty studentów. Wypowiedź pisemna.</w:t>
            </w:r>
          </w:p>
        </w:tc>
      </w:tr>
      <w:tr w:rsidR="00933839" w14:paraId="0BE5DC3C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06FA386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Problemy współczesnego świata</w:t>
            </w:r>
          </w:p>
          <w:p w14:paraId="45E1181B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Ochrona środowiska.</w:t>
            </w:r>
          </w:p>
          <w:p w14:paraId="6766A823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Opisywanie pogody.</w:t>
            </w:r>
          </w:p>
          <w:p w14:paraId="684D28DE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Podkreślenie roli wykorzystania surowców wtórnych.</w:t>
            </w:r>
          </w:p>
          <w:p w14:paraId="7325CAE6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oryginalnym; translacja, streszczenie.</w:t>
            </w:r>
          </w:p>
        </w:tc>
      </w:tr>
      <w:tr w:rsidR="00933839" w:rsidRPr="00EC361C" w14:paraId="2DA9B15D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C3E94E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Myślenie krytyczne</w:t>
            </w:r>
          </w:p>
          <w:p w14:paraId="57E26696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Podejmowanie decyzji w sytuacjach problematycznych.</w:t>
            </w:r>
          </w:p>
          <w:p w14:paraId="2386631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Trudności szkolne dzieci i młodzieży i sposoby ich rozwiązywania.</w:t>
            </w:r>
          </w:p>
          <w:p w14:paraId="7593E741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Scenariusze zachowania w sytuacjach szkolnych.</w:t>
            </w:r>
          </w:p>
          <w:p w14:paraId="461BA58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 z elementami dyskusji.</w:t>
            </w:r>
          </w:p>
        </w:tc>
      </w:tr>
      <w:tr w:rsidR="00933839" w14:paraId="5F1A90D7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20612A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Studia z zakresu pedagogiki</w:t>
            </w:r>
          </w:p>
          <w:p w14:paraId="1E0670A7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Możliwości zatrudnienia absolwenta w zależności od studiowanych specjalności.</w:t>
            </w:r>
          </w:p>
          <w:p w14:paraId="781C844A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Dyskusja na forum grupy.</w:t>
            </w:r>
          </w:p>
          <w:p w14:paraId="790C11FA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Projekty studentów.</w:t>
            </w:r>
          </w:p>
        </w:tc>
      </w:tr>
      <w:tr w:rsidR="00933839" w14:paraId="1BEC25E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9336D09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64EABF72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Profile psychologiczne – mężczyźni i kobiety.</w:t>
            </w:r>
          </w:p>
          <w:p w14:paraId="1CBF55B4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Różnice fizyczne, psychiczne, cechy charakteru.</w:t>
            </w:r>
          </w:p>
          <w:p w14:paraId="7347935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Przykłady opracowań naukowych. Dyskusja.</w:t>
            </w:r>
          </w:p>
        </w:tc>
      </w:tr>
      <w:tr w:rsidR="00933839" w14:paraId="1622B7E7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D760845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Role społeczne realizowane przez kobietę i mężczyznę</w:t>
            </w:r>
          </w:p>
          <w:p w14:paraId="44282F9C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Stereotypy i rzeczywistość.</w:t>
            </w:r>
          </w:p>
          <w:p w14:paraId="54B746C4" w14:textId="77777777" w:rsidR="00933839" w:rsidRPr="00933839" w:rsidRDefault="00933839" w:rsidP="00B55448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Przykłady opracowań naukowych. Praca z tekstem oryginalnym.</w:t>
            </w:r>
          </w:p>
        </w:tc>
      </w:tr>
      <w:tr w:rsidR="00933839" w14:paraId="1074E4E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CF5E592" w14:textId="77777777" w:rsidR="00933839" w:rsidRPr="00933839" w:rsidRDefault="00933839" w:rsidP="00B55448">
            <w:pPr>
              <w:pStyle w:val="Akapitzlist"/>
              <w:spacing w:after="0" w:line="240" w:lineRule="auto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33839">
              <w:rPr>
                <w:rFonts w:ascii="Corbel" w:hAnsi="Corbel"/>
                <w:b/>
                <w:bCs/>
                <w:sz w:val="24"/>
                <w:szCs w:val="24"/>
              </w:rPr>
              <w:t>Rok II, semestr 3</w:t>
            </w:r>
          </w:p>
        </w:tc>
      </w:tr>
      <w:tr w:rsidR="00933839" w14:paraId="1D9B420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F7E946F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Edukacja zdrowotna.</w:t>
            </w:r>
          </w:p>
          <w:p w14:paraId="661165B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Aktywność sportowa w życiu człowieka.</w:t>
            </w:r>
          </w:p>
          <w:p w14:paraId="44777C2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Sporty ekstremalne.</w:t>
            </w:r>
          </w:p>
          <w:p w14:paraId="36E22B1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Wypowiedź pisemna.</w:t>
            </w:r>
          </w:p>
        </w:tc>
      </w:tr>
      <w:tr w:rsidR="00933839" w14:paraId="07A59726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684012D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Teoria wychowania</w:t>
            </w:r>
          </w:p>
          <w:p w14:paraId="7D20240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Stany psychiczne i zaburzenia procesów emocjonalnych.</w:t>
            </w:r>
          </w:p>
          <w:p w14:paraId="551279BB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Wyrażanie uczuć w różnych sytuacjach.</w:t>
            </w:r>
          </w:p>
          <w:p w14:paraId="40D4D17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Rozpoznawanie i wyrażanie emocji.</w:t>
            </w:r>
          </w:p>
          <w:p w14:paraId="3F75074B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oryginalnym; sporządzanie notatek i streszczeń jako przygotowanie do referowania i pisania pracy dyplomowej.</w:t>
            </w:r>
          </w:p>
        </w:tc>
      </w:tr>
      <w:tr w:rsidR="00933839" w14:paraId="79A36CEB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76A44A8B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Komunikacja interpersonalna</w:t>
            </w:r>
          </w:p>
          <w:p w14:paraId="17CCAA1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Rola komunikacji interpersonalnej w życiu rodzinnym i społecznym.</w:t>
            </w:r>
          </w:p>
          <w:p w14:paraId="21A6D881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Modelowanie postaw i zachowań dzieci / uczniów.</w:t>
            </w:r>
          </w:p>
          <w:p w14:paraId="18CC88A9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Dyskusja. Projekty studentów.</w:t>
            </w:r>
          </w:p>
        </w:tc>
      </w:tr>
      <w:tr w:rsidR="00933839" w14:paraId="1F4491E4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D96760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lastRenderedPageBreak/>
              <w:t>Problemy współczesnego świata</w:t>
            </w:r>
          </w:p>
          <w:p w14:paraId="603B7BCE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Zmęczenie i bezsenność.</w:t>
            </w:r>
          </w:p>
          <w:p w14:paraId="650978AF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Uzależnienia i nawyki.</w:t>
            </w:r>
          </w:p>
          <w:p w14:paraId="3767AC2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Przykłady opracowań naukowych. Praca z tekstem oryginalnym.</w:t>
            </w:r>
          </w:p>
        </w:tc>
      </w:tr>
      <w:tr w:rsidR="00933839" w14:paraId="251A6725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49D8802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Wpływ muzyki na uczenie się i zapamiętywanie</w:t>
            </w:r>
          </w:p>
          <w:p w14:paraId="4A7786B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Wpływ muzyki na nastrój.</w:t>
            </w:r>
          </w:p>
          <w:p w14:paraId="66774FE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Wykorzystanie edukacji muzycznej w pracy pedagoga.</w:t>
            </w:r>
          </w:p>
          <w:p w14:paraId="0A421B35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Dyskusja. Projekty studentów.</w:t>
            </w:r>
          </w:p>
        </w:tc>
      </w:tr>
      <w:tr w:rsidR="00933839" w14:paraId="468DC108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00F3B456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Pedagogika</w:t>
            </w:r>
          </w:p>
          <w:p w14:paraId="2059FC12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Jako nauka zajmująca się wychowaniem i kształceniem.</w:t>
            </w:r>
          </w:p>
          <w:p w14:paraId="3727F431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Jako teoria wychowania.</w:t>
            </w:r>
          </w:p>
          <w:p w14:paraId="12CFBCE1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Przykłady opracowań naukowych. Wypowiedź pisemna (notatka).</w:t>
            </w:r>
          </w:p>
        </w:tc>
      </w:tr>
      <w:tr w:rsidR="00933839" w14:paraId="33B7F0D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73319B6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Języki obce</w:t>
            </w:r>
          </w:p>
          <w:p w14:paraId="0E6E31B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Znajomość języka obcego jako klucza do pogłębiania integracji społecznej, kulturowej w Unii Europejskiej.</w:t>
            </w:r>
          </w:p>
          <w:p w14:paraId="3476D23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Dokumenty i wystąpienia na forum Parlamentu Europejskiego.</w:t>
            </w:r>
          </w:p>
          <w:p w14:paraId="4D6C38F0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Technologie informacyjne w uczeniu się języka obcego.</w:t>
            </w:r>
          </w:p>
          <w:p w14:paraId="4BD133A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Dyskusja. Projekty studentów.</w:t>
            </w:r>
          </w:p>
        </w:tc>
      </w:tr>
      <w:tr w:rsidR="00933839" w14:paraId="7A9B313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29FAAD8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Pedagogika społeczna</w:t>
            </w:r>
          </w:p>
          <w:p w14:paraId="3269FD88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Związek pedagogiki społecznej z innymi dyscyplinami naukowymi w obszarze nauk społecznych.</w:t>
            </w:r>
          </w:p>
          <w:p w14:paraId="273014D0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Wypowiedź pisemna.</w:t>
            </w:r>
          </w:p>
        </w:tc>
      </w:tr>
      <w:tr w:rsidR="00933839" w14:paraId="62F39F22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EBB4FD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933839">
              <w:rPr>
                <w:rFonts w:ascii="Corbel" w:hAnsi="Corbel"/>
                <w:b/>
                <w:bCs/>
                <w:sz w:val="24"/>
                <w:szCs w:val="24"/>
              </w:rPr>
              <w:t>Rok II, semestr 4</w:t>
            </w:r>
          </w:p>
        </w:tc>
      </w:tr>
      <w:tr w:rsidR="00933839" w14:paraId="1A73109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72CD0F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Rozwiązywanie konfliktów w pracy pedagoga.</w:t>
            </w:r>
          </w:p>
          <w:p w14:paraId="4D5A5A7E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Wyrażanie własnego zdania.</w:t>
            </w:r>
          </w:p>
          <w:p w14:paraId="1E4E72C9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Argumentowanie i negocjowanie. Mediacje.</w:t>
            </w:r>
          </w:p>
          <w:p w14:paraId="429648C9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Debata. Wypowiedź pisemna.</w:t>
            </w:r>
          </w:p>
        </w:tc>
      </w:tr>
      <w:tr w:rsidR="00933839" w14:paraId="47BF861A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B50A5A8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Wystąpienia publiczne</w:t>
            </w:r>
          </w:p>
          <w:p w14:paraId="6FF00355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Mowa ciała.</w:t>
            </w:r>
          </w:p>
          <w:p w14:paraId="65BCC3E5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Zasady przygotowania prezentacji.</w:t>
            </w:r>
          </w:p>
          <w:p w14:paraId="15B41750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Przykłady dobrych praktyk.</w:t>
            </w:r>
          </w:p>
          <w:p w14:paraId="38EF19D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Wystąpienia publiczne.</w:t>
            </w:r>
          </w:p>
        </w:tc>
      </w:tr>
      <w:tr w:rsidR="00933839" w14:paraId="3FB8A639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19887F58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Problemy współczesnego świata</w:t>
            </w:r>
          </w:p>
          <w:p w14:paraId="248A1C07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Przestępstwa.</w:t>
            </w:r>
          </w:p>
          <w:p w14:paraId="6161EFD7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Kradzież tożsamości.</w:t>
            </w:r>
          </w:p>
          <w:p w14:paraId="053AE6E6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oryginalnym. Dyskusja.</w:t>
            </w:r>
          </w:p>
        </w:tc>
      </w:tr>
      <w:tr w:rsidR="00933839" w14:paraId="526D87E5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9CDBA0A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Resocjalizacja</w:t>
            </w:r>
          </w:p>
          <w:p w14:paraId="5466E999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Rola resocjalizacji.</w:t>
            </w:r>
          </w:p>
          <w:p w14:paraId="0B1C75DE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Formy i metody oddziaływań resocjalizacyjnych.</w:t>
            </w:r>
          </w:p>
          <w:p w14:paraId="5DE26C9C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Naukowe źródła bibliograficzne obcojęzyczne, sporządzanie przypisów (zastosowanie w pisaniu referatów i prac dyplomowych). Wypowiedź pisemna (artykuł).</w:t>
            </w:r>
          </w:p>
        </w:tc>
      </w:tr>
      <w:tr w:rsidR="00933839" w14:paraId="29AB2EE0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4F033342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Etyka we współczesnym świecie</w:t>
            </w:r>
          </w:p>
          <w:p w14:paraId="48D2475D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Kod etyczny.</w:t>
            </w:r>
          </w:p>
          <w:p w14:paraId="4608933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Etyka w zawodzie pedagoga.</w:t>
            </w:r>
          </w:p>
          <w:p w14:paraId="5203F241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Definicje i przykłady.</w:t>
            </w:r>
          </w:p>
          <w:p w14:paraId="7C71829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oryginalnym; sporządzanie notatek i streszczeń jako przygotowanie do referowania i pisania pracy dyplomowej. Projekty studentów.</w:t>
            </w:r>
          </w:p>
        </w:tc>
      </w:tr>
      <w:tr w:rsidR="00933839" w14:paraId="490E196E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2732096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Przygotowanie materiału koniecznego do opracowania pracy dyplomowej</w:t>
            </w:r>
          </w:p>
          <w:p w14:paraId="459EF5C7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Podstawowe zasady przygotowania bibliografii.</w:t>
            </w:r>
          </w:p>
          <w:p w14:paraId="7E47B2D3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lastRenderedPageBreak/>
              <w:t>• Szukanie źródeł bibliograficznych.</w:t>
            </w:r>
          </w:p>
          <w:p w14:paraId="1FA43932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Źródła obcojęzyczne.</w:t>
            </w:r>
          </w:p>
          <w:p w14:paraId="7A330668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• Ochrona własności intelektualnej.</w:t>
            </w:r>
          </w:p>
          <w:p w14:paraId="1289BC6B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t>Praca z tekstem naukowym. Przygotowanie bibliografii i przypisów do źródeł obcojęzycznych jako elementu opracowania pracy dyplomowej.</w:t>
            </w:r>
          </w:p>
        </w:tc>
      </w:tr>
      <w:tr w:rsidR="00933839" w14:paraId="3C201ED3" w14:textId="77777777" w:rsidTr="00B55448">
        <w:tc>
          <w:tcPr>
            <w:tcW w:w="9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14:paraId="3CF27285" w14:textId="77777777" w:rsidR="00933839" w:rsidRPr="00933839" w:rsidRDefault="00933839" w:rsidP="00B55448">
            <w:pPr>
              <w:pStyle w:val="Akapitzlist"/>
              <w:spacing w:after="0" w:line="240" w:lineRule="auto"/>
              <w:ind w:hanging="720"/>
              <w:jc w:val="both"/>
              <w:rPr>
                <w:rFonts w:ascii="Corbel" w:hAnsi="Corbel"/>
                <w:sz w:val="24"/>
                <w:szCs w:val="24"/>
              </w:rPr>
            </w:pPr>
            <w:r w:rsidRPr="00933839">
              <w:rPr>
                <w:rFonts w:ascii="Corbel" w:hAnsi="Corbel"/>
                <w:sz w:val="24"/>
                <w:szCs w:val="24"/>
              </w:rPr>
              <w:lastRenderedPageBreak/>
              <w:t>Prezentacje / projekty indywidualne studentów.</w:t>
            </w:r>
          </w:p>
        </w:tc>
      </w:tr>
    </w:tbl>
    <w:p w14:paraId="3720264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769D1C0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1A0B00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89B229C" w14:textId="6D274C5B" w:rsidR="00153C41" w:rsidRPr="00C8607E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bookmarkStart w:id="1" w:name="_Hlk22231856"/>
      <w:r w:rsidRPr="00C8607E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9F4610" w:rsidRPr="00C8607E">
        <w:rPr>
          <w:rFonts w:ascii="Corbel" w:hAnsi="Corbel"/>
          <w:b w:val="0"/>
          <w:iCs/>
          <w:smallCaps w:val="0"/>
          <w:szCs w:val="24"/>
        </w:rPr>
        <w:t xml:space="preserve">analiza 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i interpretacja 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>tekstów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(słuchanych i pisanych)</w:t>
      </w:r>
      <w:r w:rsidR="00923D7D" w:rsidRPr="00C8607E">
        <w:rPr>
          <w:rFonts w:ascii="Corbel" w:hAnsi="Corbel"/>
          <w:b w:val="0"/>
          <w:iCs/>
          <w:smallCaps w:val="0"/>
          <w:szCs w:val="24"/>
        </w:rPr>
        <w:t xml:space="preserve"> z dyskusją,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metoda projektów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>praca w 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parach i 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 xml:space="preserve"> (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>rozwiązywanie zadań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,</w:t>
      </w:r>
      <w:r w:rsidR="0085747A" w:rsidRPr="00C8607E">
        <w:rPr>
          <w:rFonts w:ascii="Corbel" w:hAnsi="Corbel"/>
          <w:b w:val="0"/>
          <w:iCs/>
          <w:smallCaps w:val="0"/>
          <w:szCs w:val="24"/>
        </w:rPr>
        <w:t xml:space="preserve"> dyskusja</w:t>
      </w:r>
      <w:r w:rsidR="0071620A" w:rsidRPr="00C8607E">
        <w:rPr>
          <w:rFonts w:ascii="Corbel" w:hAnsi="Corbel"/>
          <w:b w:val="0"/>
          <w:iCs/>
          <w:smallCaps w:val="0"/>
          <w:szCs w:val="24"/>
        </w:rPr>
        <w:t>),</w:t>
      </w:r>
      <w:r w:rsidR="003032AB" w:rsidRPr="00C8607E">
        <w:rPr>
          <w:rFonts w:ascii="Corbel" w:hAnsi="Corbel"/>
          <w:b w:val="0"/>
          <w:iCs/>
          <w:smallCaps w:val="0"/>
          <w:szCs w:val="24"/>
        </w:rPr>
        <w:t xml:space="preserve"> rozwiązywanie zadań i testów, prezentacja multimedialna, </w:t>
      </w:r>
      <w:r w:rsidR="001718A7" w:rsidRPr="00C8607E">
        <w:rPr>
          <w:rFonts w:ascii="Corbel" w:hAnsi="Corbel"/>
          <w:b w:val="0"/>
          <w:iCs/>
          <w:smallCaps w:val="0"/>
          <w:szCs w:val="24"/>
        </w:rPr>
        <w:t xml:space="preserve">gry dydaktyczne, </w:t>
      </w:r>
      <w:bookmarkStart w:id="2" w:name="_Hlk22229519"/>
      <w:r w:rsidR="007C253B">
        <w:rPr>
          <w:rFonts w:ascii="Corbel" w:hAnsi="Corbel"/>
          <w:b w:val="0"/>
          <w:iCs/>
          <w:smallCaps w:val="0"/>
          <w:szCs w:val="24"/>
        </w:rPr>
        <w:t>odgrywanie ról</w:t>
      </w:r>
      <w:bookmarkEnd w:id="2"/>
      <w:r w:rsidR="007C253B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7C253B" w:rsidRPr="007C253B">
        <w:rPr>
          <w:rFonts w:ascii="Corbel" w:hAnsi="Corbel"/>
          <w:b w:val="0"/>
          <w:iCs/>
          <w:smallCaps w:val="0"/>
          <w:szCs w:val="24"/>
        </w:rPr>
        <w:t>tworzenie wypowiedzi pisemnych</w:t>
      </w:r>
      <w:r w:rsidR="007C253B">
        <w:rPr>
          <w:rFonts w:ascii="Corbel" w:hAnsi="Corbel"/>
          <w:b w:val="0"/>
          <w:iCs/>
          <w:smallCaps w:val="0"/>
          <w:szCs w:val="24"/>
        </w:rPr>
        <w:t>.</w:t>
      </w:r>
    </w:p>
    <w:bookmarkEnd w:id="1"/>
    <w:p w14:paraId="2D5D73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9DD816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1BA851E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B919FEC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7CB0FA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8607E" w14:paraId="748D7280" w14:textId="77777777" w:rsidTr="00720AF9">
        <w:tc>
          <w:tcPr>
            <w:tcW w:w="1962" w:type="dxa"/>
            <w:vAlign w:val="center"/>
          </w:tcPr>
          <w:p w14:paraId="2C7E2B98" w14:textId="77777777" w:rsidR="0085747A" w:rsidRPr="00C8607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7F5B29E0" w14:textId="77777777" w:rsidR="0085747A" w:rsidRPr="00C8607E" w:rsidRDefault="00F974D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7627766" w14:textId="77777777" w:rsidR="0085747A" w:rsidRPr="00C8607E" w:rsidRDefault="009F4610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8607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478B7C2A" w14:textId="77777777" w:rsidR="00923D7D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D27379D" w14:textId="77777777" w:rsidR="0085747A" w:rsidRPr="00C8607E" w:rsidRDefault="0085747A" w:rsidP="006470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C8607E" w14:paraId="657461E1" w14:textId="77777777" w:rsidTr="00720AF9">
        <w:tc>
          <w:tcPr>
            <w:tcW w:w="1962" w:type="dxa"/>
          </w:tcPr>
          <w:p w14:paraId="716E8AFD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441" w:type="dxa"/>
          </w:tcPr>
          <w:p w14:paraId="38D6FABB" w14:textId="67295F1F" w:rsidR="0085747A" w:rsidRPr="00C8607E" w:rsidRDefault="00805987" w:rsidP="00805987">
            <w:pPr>
              <w:rPr>
                <w:rFonts w:ascii="Corbel" w:hAnsi="Corbel"/>
                <w:b/>
                <w:strike/>
                <w:sz w:val="24"/>
                <w:szCs w:val="24"/>
              </w:rPr>
            </w:pPr>
            <w:r w:rsidRPr="00805987">
              <w:rPr>
                <w:rFonts w:ascii="Corbel" w:hAnsi="Corbel"/>
                <w:sz w:val="24"/>
                <w:szCs w:val="24"/>
              </w:rPr>
              <w:t>sprawdzian pisemny</w:t>
            </w:r>
            <w:r w:rsidR="00C72E4D" w:rsidRP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praca projektowa (prezentacja</w:t>
            </w:r>
            <w:r w:rsidR="00C72E4D">
              <w:rPr>
                <w:rFonts w:ascii="Corbel" w:hAnsi="Corbel"/>
                <w:sz w:val="24"/>
                <w:szCs w:val="24"/>
              </w:rPr>
              <w:t xml:space="preserve">, 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>referat</w:t>
            </w:r>
            <w:r w:rsidR="00C72E4D">
              <w:rPr>
                <w:rFonts w:ascii="Corbel" w:hAnsi="Corbel"/>
                <w:sz w:val="24"/>
                <w:szCs w:val="24"/>
              </w:rPr>
              <w:t>/lektura</w:t>
            </w:r>
            <w:r w:rsidR="00720AF9" w:rsidRPr="00720AF9">
              <w:rPr>
                <w:rFonts w:ascii="Corbel" w:hAnsi="Corbel"/>
                <w:sz w:val="24"/>
                <w:szCs w:val="24"/>
              </w:rPr>
              <w:t xml:space="preserve">), obserwacja </w:t>
            </w:r>
            <w:r>
              <w:rPr>
                <w:rFonts w:ascii="Corbel" w:hAnsi="Corbel"/>
                <w:sz w:val="24"/>
                <w:szCs w:val="24"/>
              </w:rPr>
              <w:br/>
            </w:r>
            <w:r w:rsidR="00720AF9" w:rsidRPr="00720AF9">
              <w:rPr>
                <w:rFonts w:ascii="Corbel" w:hAnsi="Corbel"/>
                <w:sz w:val="24"/>
                <w:szCs w:val="24"/>
              </w:rPr>
              <w:t>w trakcie zajęć</w:t>
            </w:r>
          </w:p>
        </w:tc>
        <w:tc>
          <w:tcPr>
            <w:tcW w:w="2117" w:type="dxa"/>
          </w:tcPr>
          <w:p w14:paraId="2A5DA44A" w14:textId="0923C96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  <w:tr w:rsidR="0085747A" w:rsidRPr="00C8607E" w14:paraId="1753E627" w14:textId="77777777" w:rsidTr="00720AF9">
        <w:tc>
          <w:tcPr>
            <w:tcW w:w="1962" w:type="dxa"/>
          </w:tcPr>
          <w:p w14:paraId="3CDBDB04" w14:textId="77777777" w:rsidR="0085747A" w:rsidRPr="00C8607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C8607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96DFFF8" w14:textId="68ED326A" w:rsidR="0085747A" w:rsidRPr="00C8607E" w:rsidRDefault="00720AF9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720AF9">
              <w:rPr>
                <w:rFonts w:ascii="Corbel" w:hAnsi="Corbel"/>
                <w:sz w:val="24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C01ACED" w14:textId="750D064E" w:rsidR="0085747A" w:rsidRPr="00C8607E" w:rsidRDefault="003032AB" w:rsidP="00B9253D">
            <w:pPr>
              <w:rPr>
                <w:rFonts w:ascii="Corbel" w:hAnsi="Corbel"/>
                <w:b/>
                <w:sz w:val="24"/>
                <w:szCs w:val="24"/>
              </w:rPr>
            </w:pPr>
            <w:r w:rsidRPr="00C8607E">
              <w:rPr>
                <w:rFonts w:ascii="Corbel" w:hAnsi="Corbel"/>
                <w:sz w:val="24"/>
                <w:szCs w:val="24"/>
              </w:rPr>
              <w:t>ćwiczenia</w:t>
            </w:r>
          </w:p>
        </w:tc>
      </w:tr>
    </w:tbl>
    <w:p w14:paraId="08B128E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7C063C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2407E21F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D36B8DE" w14:textId="77777777" w:rsidTr="00923D7D">
        <w:tc>
          <w:tcPr>
            <w:tcW w:w="9670" w:type="dxa"/>
          </w:tcPr>
          <w:p w14:paraId="263D7342" w14:textId="5A46C15A" w:rsidR="00C5372F" w:rsidRPr="00C8607E" w:rsidRDefault="00C5372F" w:rsidP="00C5372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Warunkiem zaliczenia przedmiotu jest osiągnięcie wszystkich założonych efektów kształcenia,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>w szczególności zaliczenie na ocenę pozytywną</w:t>
            </w:r>
          </w:p>
          <w:p w14:paraId="03CC0E0C" w14:textId="77777777" w:rsidR="00C8607E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 xml:space="preserve">wszystkich przewidzianych w danym semestrze prac pisemnych i uzyskanie pozytywnej oceny </w:t>
            </w:r>
            <w:r w:rsidRPr="00C8607E">
              <w:rPr>
                <w:rFonts w:ascii="Corbel" w:hAnsi="Corbel"/>
                <w:b w:val="0"/>
                <w:smallCaps w:val="0"/>
                <w:szCs w:val="24"/>
              </w:rPr>
              <w:br/>
              <w:t xml:space="preserve">z odpowiedzi ustnych, a także obecność na zajęciach i aktywne uczestnictwo w zajęciach. </w:t>
            </w:r>
          </w:p>
          <w:p w14:paraId="25C24C46" w14:textId="53DA967D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8607E">
              <w:rPr>
                <w:rFonts w:ascii="Corbel" w:hAnsi="Corbel"/>
                <w:b w:val="0"/>
                <w:smallCaps w:val="0"/>
                <w:szCs w:val="24"/>
              </w:rPr>
              <w:t>Do zaliczenia testu pisemnego potrzeba minimum 51% prawidłowych odpowiedzi.</w:t>
            </w:r>
          </w:p>
          <w:p w14:paraId="78CD51F1" w14:textId="77777777" w:rsidR="00C5372F" w:rsidRPr="00C8607E" w:rsidRDefault="00C5372F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C47221F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Sposoby zaliczenia:</w:t>
            </w:r>
          </w:p>
          <w:p w14:paraId="2FF4D402" w14:textId="0DD70891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praca projektowa (prezentacja multimedialna, przygotowanie lektury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do wyboru)</w:t>
            </w:r>
          </w:p>
          <w:p w14:paraId="5E7614E9" w14:textId="2C5F72B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- zaliczenie z oceną</w:t>
            </w:r>
          </w:p>
          <w:p w14:paraId="64C05AD3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0D13B8" w14:textId="77777777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Formy zaliczenia:</w:t>
            </w:r>
          </w:p>
          <w:p w14:paraId="57BA7B52" w14:textId="4475FFFA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zaliczenie pisemne: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sprawdzian pisemny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, wypowiedź pisemna</w:t>
            </w:r>
          </w:p>
          <w:p w14:paraId="2819CDD6" w14:textId="1AC69CCE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- wykonanie pracy zaliczeniowej: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praca projektowa (</w:t>
            </w:r>
            <w:r w:rsidR="00805987" w:rsidRPr="00805987">
              <w:rPr>
                <w:rFonts w:ascii="Corbel" w:hAnsi="Corbel"/>
                <w:b w:val="0"/>
                <w:smallCaps w:val="0"/>
                <w:szCs w:val="24"/>
              </w:rPr>
              <w:t>prezentacja, referat/lektura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  <w:p w14:paraId="5AA39202" w14:textId="77777777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00FA4471" w14:textId="622A4646" w:rsidR="00C72E4D" w:rsidRP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Ćwiczenia: zaliczenie z oceną</w:t>
            </w:r>
          </w:p>
          <w:p w14:paraId="57BC1E51" w14:textId="16EECA75" w:rsidR="00C72E4D" w:rsidRDefault="00C72E4D" w:rsidP="00C72E4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72E4D">
              <w:rPr>
                <w:rFonts w:ascii="Corbel" w:hAnsi="Corbel"/>
                <w:b w:val="0"/>
                <w:smallCaps w:val="0"/>
                <w:szCs w:val="24"/>
              </w:rPr>
              <w:t>Wykonanie pracy zaliczeniowej: przygotowanie prezentacji</w:t>
            </w:r>
            <w:r w:rsidR="00C77247">
              <w:rPr>
                <w:rFonts w:ascii="Corbel" w:hAnsi="Corbel"/>
                <w:b w:val="0"/>
                <w:smallCaps w:val="0"/>
                <w:szCs w:val="24"/>
              </w:rPr>
              <w:t xml:space="preserve"> lub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lektury/referatu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 xml:space="preserve"> lektury – do wyboru; </w:t>
            </w:r>
            <w:r w:rsidR="00805987">
              <w:rPr>
                <w:rFonts w:ascii="Corbel" w:hAnsi="Corbel"/>
                <w:b w:val="0"/>
                <w:smallCaps w:val="0"/>
                <w:szCs w:val="24"/>
              </w:rPr>
              <w:t>zaliczenie sprawdzianów pisemnych, wypowiedź pisemna; u</w:t>
            </w:r>
            <w:r w:rsidRPr="00C72E4D">
              <w:rPr>
                <w:rFonts w:ascii="Corbel" w:hAnsi="Corbel"/>
                <w:b w:val="0"/>
                <w:smallCaps w:val="0"/>
                <w:szCs w:val="24"/>
              </w:rPr>
              <w:t>stalenie oceny zaliczeniowej na podstawie ocen cząstkowych.</w:t>
            </w:r>
          </w:p>
          <w:p w14:paraId="53CE289E" w14:textId="77777777" w:rsidR="00C72E4D" w:rsidRDefault="00C72E4D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4721C52" w14:textId="2F703807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prac pisemnych:</w:t>
            </w:r>
          </w:p>
          <w:p w14:paraId="3FDCF385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8B56BA6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każdej z treści kształcenia na poziomie 91%-100%</w:t>
            </w:r>
          </w:p>
          <w:p w14:paraId="42EFB4D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każdej z treści kształcenia na poziomie 81%-90%</w:t>
            </w:r>
          </w:p>
          <w:p w14:paraId="00FA8244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każdej z treści kształcenia na poziomie 71%-80%</w:t>
            </w:r>
          </w:p>
          <w:p w14:paraId="25642779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każdej z treści kształcenia na poziomie 61%-70%</w:t>
            </w:r>
          </w:p>
          <w:p w14:paraId="0E4B0C5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każdej z treści kształcenia na poziomie 51%-60%</w:t>
            </w:r>
          </w:p>
          <w:p w14:paraId="70258AEF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2.0– wykazuje znajomość każdej z treści kształcenia poniżej 50%</w:t>
            </w:r>
          </w:p>
          <w:p w14:paraId="2FE43CE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6B4FD7CA" w14:textId="1A770F62" w:rsid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Kryteria oceny odpowiedzi ustnej:</w:t>
            </w:r>
          </w:p>
          <w:p w14:paraId="6495E2D0" w14:textId="77777777" w:rsidR="007776A1" w:rsidRPr="003032AB" w:rsidRDefault="007776A1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1164442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5.0 – wykazuje znajomość treści kształcenia na poziomie 91%-100%</w:t>
            </w:r>
          </w:p>
          <w:p w14:paraId="3A4F2BB9" w14:textId="0C002C25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bardzo dobra: bardzo dobry poziom znajomości słownictwa i struktur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językowych, brak błędów językowych lub nieliczne błędy językowe nie zakłócające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komunikacji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A4D1BA5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4.5 – wykazuje znajomość treści kształcenia na poziomie 81%-90%</w:t>
            </w:r>
          </w:p>
          <w:p w14:paraId="4E8AE935" w14:textId="0B9C04FF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plus dobra: dobry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nieliczne błędy językowe nieznacznie zakłócające komunikację, nieznaczne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zakłócenia w płynności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4221732A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4.0 – wykazuje znajomość treści kształcenia na poziomie 71%-80%</w:t>
            </w:r>
          </w:p>
          <w:p w14:paraId="4B680462" w14:textId="24953AD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dobra: zadawalający poziom znajomości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nieznacznie zakłócające komunikację, nieznaczne zakłócenia w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płynności wypowiedzi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07CF86B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3.5 – wykazuje znajomość treści kształcenia na poziomie 61%-70%</w:t>
            </w:r>
          </w:p>
          <w:p w14:paraId="01CB5919" w14:textId="68C9E64E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+dostateczna: ograniczona znajomość słownictwa i struktur językowych,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liczne błędy językowe znacznie zakłócające komunikację i płynność wypowiedzi,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częściowo odbiegające od treści zadanego pytania, niekompletna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7125BB1E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3.0 – wykazuje znajomość treści kształcenia na poziomie 51%-60%</w:t>
            </w:r>
          </w:p>
          <w:p w14:paraId="35428284" w14:textId="6CC71BB2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dostateczna: ograniczona znajomość słownictwa i struktur językowych, liczne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błędy językowe znacznie zakłócające komunikację i płynność wypowiedzi, niepełne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odpowiedzi na pytania, odpowiedzi częściowo odbiegające od treści zadanego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pytania</w:t>
            </w:r>
          </w:p>
          <w:p w14:paraId="5395D460" w14:textId="77777777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2.0 – wykazuje znajomość treści kształcenia poniżej 50%</w:t>
            </w:r>
          </w:p>
          <w:p w14:paraId="7FC822E5" w14:textId="6B4393A4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Ocena niedostateczna: brak odpowiedzi lub bardzo ograniczona znajomość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 xml:space="preserve">słownictwa 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br/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i struktur językowych uniemożliwiająca wykonanie zadania, chaotyczna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konstrukcja wypowiedzi, bardzo uboga treść, niekomunikatywność, mylenie i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zniekształcanie podstawowych informacji</w:t>
            </w:r>
          </w:p>
          <w:p w14:paraId="4F1F971E" w14:textId="77777777" w:rsidR="00E066F7" w:rsidRDefault="00E066F7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37B1FDA" w14:textId="1E758F58" w:rsidR="003032AB" w:rsidRPr="003032AB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pozytywną z przedmiotu można otrzymać wyłącznie pod warunkiem</w:t>
            </w:r>
            <w:r w:rsidR="00E066F7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3032AB">
              <w:rPr>
                <w:rFonts w:ascii="Corbel" w:hAnsi="Corbel"/>
                <w:b w:val="0"/>
                <w:smallCaps w:val="0"/>
                <w:szCs w:val="24"/>
              </w:rPr>
              <w:t>uzyskania pozytywnej oceny za każdy z ustanowionych efektów uczenia się.</w:t>
            </w:r>
          </w:p>
          <w:p w14:paraId="418740AE" w14:textId="5581DA8A" w:rsidR="00923D7D" w:rsidRPr="009C54AE" w:rsidRDefault="003032AB" w:rsidP="007E6C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3032AB">
              <w:rPr>
                <w:rFonts w:ascii="Corbel" w:hAnsi="Corbel"/>
                <w:b w:val="0"/>
                <w:smallCaps w:val="0"/>
                <w:szCs w:val="24"/>
              </w:rPr>
              <w:t>Ocenę końcową z przedmiotu stanowi średnia arytmetyczna z ocen cząstkowych.</w:t>
            </w:r>
          </w:p>
          <w:p w14:paraId="7CC92FA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75EFF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2761BD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8162D1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5262C9C3" w14:textId="77777777" w:rsidTr="003E1941">
        <w:tc>
          <w:tcPr>
            <w:tcW w:w="4962" w:type="dxa"/>
            <w:vAlign w:val="center"/>
          </w:tcPr>
          <w:p w14:paraId="75CDABF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6E4B1B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7196E746" w14:textId="77777777" w:rsidTr="00923D7D">
        <w:tc>
          <w:tcPr>
            <w:tcW w:w="4962" w:type="dxa"/>
          </w:tcPr>
          <w:p w14:paraId="32E31CA0" w14:textId="23E827DA" w:rsidR="0085747A" w:rsidRPr="009C54AE" w:rsidRDefault="00C61DC5" w:rsidP="004C208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DCDF759" w14:textId="29FA8290" w:rsidR="0085747A" w:rsidRPr="009C54AE" w:rsidRDefault="00E066F7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120</w:t>
            </w:r>
          </w:p>
        </w:tc>
      </w:tr>
      <w:tr w:rsidR="00C61DC5" w:rsidRPr="009C54AE" w14:paraId="348A1637" w14:textId="77777777" w:rsidTr="00923D7D">
        <w:tc>
          <w:tcPr>
            <w:tcW w:w="4962" w:type="dxa"/>
          </w:tcPr>
          <w:p w14:paraId="45334F62" w14:textId="7FE6F809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B601B4">
              <w:rPr>
                <w:rFonts w:ascii="Corbel" w:hAnsi="Corbel"/>
                <w:sz w:val="24"/>
                <w:szCs w:val="24"/>
              </w:rPr>
              <w:t>:</w:t>
            </w:r>
          </w:p>
          <w:p w14:paraId="5AC66362" w14:textId="77777777" w:rsidR="00B601B4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C792C41" w14:textId="59AA7EBC" w:rsidR="00C61DC5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77" w:type="dxa"/>
          </w:tcPr>
          <w:p w14:paraId="572D92FB" w14:textId="77777777" w:rsidR="00B601B4" w:rsidRDefault="00B601B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5075D1" w14:textId="77777777" w:rsidR="00B601B4" w:rsidRDefault="00B601B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2FA3A8A9" w14:textId="6EF03C82" w:rsidR="00C61DC5" w:rsidRPr="009C54AE" w:rsidRDefault="009D014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 </w:t>
            </w:r>
            <w:r w:rsidR="00E9082E">
              <w:rPr>
                <w:rFonts w:ascii="Corbel" w:hAnsi="Corbel"/>
                <w:sz w:val="24"/>
                <w:szCs w:val="24"/>
              </w:rPr>
              <w:t>(</w:t>
            </w:r>
            <w:r w:rsidR="00622A35">
              <w:rPr>
                <w:rFonts w:ascii="Corbel" w:hAnsi="Corbel"/>
                <w:sz w:val="24"/>
                <w:szCs w:val="24"/>
              </w:rPr>
              <w:t xml:space="preserve">po dwie </w:t>
            </w:r>
            <w:r>
              <w:rPr>
                <w:rFonts w:ascii="Corbel" w:hAnsi="Corbel"/>
                <w:sz w:val="24"/>
                <w:szCs w:val="24"/>
              </w:rPr>
              <w:t xml:space="preserve">i pół </w:t>
            </w:r>
            <w:r w:rsidR="00622A35">
              <w:rPr>
                <w:rFonts w:ascii="Corbel" w:hAnsi="Corbel"/>
                <w:sz w:val="24"/>
                <w:szCs w:val="24"/>
              </w:rPr>
              <w:t>godziny w semestrze)</w:t>
            </w:r>
          </w:p>
        </w:tc>
      </w:tr>
      <w:tr w:rsidR="00C61DC5" w:rsidRPr="009C54AE" w14:paraId="4DF89DEB" w14:textId="77777777" w:rsidTr="00923D7D">
        <w:tc>
          <w:tcPr>
            <w:tcW w:w="4962" w:type="dxa"/>
          </w:tcPr>
          <w:p w14:paraId="30830603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Godziny niekontaktowe – praca własna studenta</w:t>
            </w:r>
          </w:p>
          <w:p w14:paraId="4DF50167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przygotowanie do zajęć</w:t>
            </w:r>
          </w:p>
          <w:p w14:paraId="521F7BEA" w14:textId="77777777" w:rsidR="00B601B4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4FC0">
              <w:rPr>
                <w:rFonts w:ascii="Corbel" w:hAnsi="Corbel"/>
                <w:sz w:val="24"/>
                <w:szCs w:val="24"/>
              </w:rPr>
              <w:t xml:space="preserve">przygotowanie pracy projektowej </w:t>
            </w:r>
          </w:p>
          <w:p w14:paraId="2D8A6640" w14:textId="1CE1A35D" w:rsidR="00C61DC5" w:rsidRPr="009C54AE" w:rsidRDefault="00B601B4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  <w:r w:rsidR="00B94FC0">
              <w:rPr>
                <w:rFonts w:ascii="Corbel" w:hAnsi="Corbel"/>
                <w:sz w:val="24"/>
                <w:szCs w:val="24"/>
              </w:rPr>
              <w:t>przygotowanie do sprawdzianów pisemnych</w:t>
            </w:r>
          </w:p>
        </w:tc>
        <w:tc>
          <w:tcPr>
            <w:tcW w:w="4677" w:type="dxa"/>
          </w:tcPr>
          <w:p w14:paraId="33E3B20E" w14:textId="784B28BE" w:rsidR="00C61DC5" w:rsidRDefault="00C61DC5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4B429E39" w14:textId="77777777" w:rsidR="00B601B4" w:rsidRDefault="00B601B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</w:p>
          <w:p w14:paraId="02A9C900" w14:textId="44012854" w:rsidR="00B601B4" w:rsidRDefault="00B601B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9D0144">
              <w:rPr>
                <w:rFonts w:ascii="Corbel" w:hAnsi="Corbel"/>
                <w:sz w:val="24"/>
                <w:szCs w:val="24"/>
              </w:rPr>
              <w:t>08</w:t>
            </w:r>
          </w:p>
          <w:p w14:paraId="787F6C1A" w14:textId="66DB2ED0" w:rsidR="00B601B4" w:rsidRDefault="00E112C8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  <w:r w:rsidR="00B601B4">
              <w:rPr>
                <w:rFonts w:ascii="Corbel" w:hAnsi="Corbel"/>
                <w:sz w:val="24"/>
                <w:szCs w:val="24"/>
              </w:rPr>
              <w:t>7</w:t>
            </w:r>
          </w:p>
          <w:p w14:paraId="318171D4" w14:textId="5F7AF6F9" w:rsidR="00B601B4" w:rsidRPr="009C54AE" w:rsidRDefault="00B601B4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110</w:t>
            </w:r>
          </w:p>
        </w:tc>
      </w:tr>
      <w:tr w:rsidR="0085747A" w:rsidRPr="009C54AE" w14:paraId="265A692A" w14:textId="77777777" w:rsidTr="00923D7D">
        <w:tc>
          <w:tcPr>
            <w:tcW w:w="4962" w:type="dxa"/>
          </w:tcPr>
          <w:p w14:paraId="55CF1A4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05303B2A" w14:textId="7E0DB9DD" w:rsidR="0085747A" w:rsidRPr="009C54AE" w:rsidRDefault="00D94B59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375</w:t>
            </w:r>
          </w:p>
        </w:tc>
      </w:tr>
      <w:tr w:rsidR="0085747A" w:rsidRPr="009C54AE" w14:paraId="347123E8" w14:textId="77777777" w:rsidTr="00923D7D">
        <w:tc>
          <w:tcPr>
            <w:tcW w:w="4962" w:type="dxa"/>
          </w:tcPr>
          <w:p w14:paraId="75813EDB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A554626" w14:textId="0CDB24D6" w:rsidR="0085747A" w:rsidRPr="009C54AE" w:rsidRDefault="00933839" w:rsidP="009338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8</w:t>
            </w:r>
          </w:p>
        </w:tc>
      </w:tr>
    </w:tbl>
    <w:p w14:paraId="737B37BF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9168AA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0D1203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01CE0D77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A9E1178" w14:textId="77777777" w:rsidTr="0071620A">
        <w:trPr>
          <w:trHeight w:val="397"/>
        </w:trPr>
        <w:tc>
          <w:tcPr>
            <w:tcW w:w="3544" w:type="dxa"/>
          </w:tcPr>
          <w:p w14:paraId="58E75124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3D20B3CA" w14:textId="4FCE64B4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5488BA8C" w14:textId="77777777" w:rsidTr="0071620A">
        <w:trPr>
          <w:trHeight w:val="397"/>
        </w:trPr>
        <w:tc>
          <w:tcPr>
            <w:tcW w:w="3544" w:type="dxa"/>
          </w:tcPr>
          <w:p w14:paraId="0D10EE3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5D8F10EA" w14:textId="3CF30CBE" w:rsidR="0085747A" w:rsidRPr="009C54AE" w:rsidRDefault="00E066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1C69690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2EECEB1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E7C290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6470AE" w14:paraId="000D405A" w14:textId="77777777" w:rsidTr="0071620A">
        <w:trPr>
          <w:trHeight w:val="397"/>
        </w:trPr>
        <w:tc>
          <w:tcPr>
            <w:tcW w:w="7513" w:type="dxa"/>
          </w:tcPr>
          <w:p w14:paraId="5A01A679" w14:textId="1A53EEE6" w:rsidR="0085747A" w:rsidRDefault="0085747A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>Literatura podstawowa:</w:t>
            </w:r>
          </w:p>
          <w:p w14:paraId="2100A0A9" w14:textId="77777777" w:rsidR="0099450E" w:rsidRDefault="0099450E" w:rsidP="00E066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F216DFA" w14:textId="30202DBA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Oxenden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Latham-Koenig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Ch.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Hudson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J.,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780FED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File third edition, upper-intermediate</w:t>
            </w:r>
            <w:r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Oxford University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E066F7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Press 2014</w:t>
            </w:r>
          </w:p>
          <w:p w14:paraId="5D870ED9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0851857" w14:textId="21518DF6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Cullen P.,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Cambridge Vocabulary for IELTS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Cambridge University Press, Cambridge 2018</w:t>
            </w:r>
          </w:p>
          <w:p w14:paraId="50BFE08C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4D0399A5" w14:textId="508F6FB1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McCarthy M., O’Dell Felicity, </w:t>
            </w:r>
            <w:r w:rsidRPr="00AC558A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  <w:lang w:val="en-GB"/>
              </w:rPr>
              <w:t>English Vocabulary in Use. Upper-intermediate</w:t>
            </w: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Cambridge University Press, Cambridge 201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7</w:t>
            </w:r>
          </w:p>
          <w:p w14:paraId="29BCB23E" w14:textId="77777777" w:rsidR="00B94FC0" w:rsidRPr="00AC558A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1E2A3931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Własne materiały autorskie</w:t>
            </w:r>
          </w:p>
          <w:p w14:paraId="2C3ECB62" w14:textId="2A4F0CA2" w:rsidR="006470AE" w:rsidRPr="00E066F7" w:rsidRDefault="006470AE" w:rsidP="00780FE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</w:tc>
      </w:tr>
      <w:tr w:rsidR="0085747A" w:rsidRPr="00780FED" w14:paraId="6A582E67" w14:textId="77777777" w:rsidTr="0071620A">
        <w:trPr>
          <w:trHeight w:val="397"/>
        </w:trPr>
        <w:tc>
          <w:tcPr>
            <w:tcW w:w="7513" w:type="dxa"/>
          </w:tcPr>
          <w:p w14:paraId="2EF8F48E" w14:textId="01986C41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  <w:r w:rsidRPr="008D2865">
              <w:rPr>
                <w:rFonts w:ascii="Corbel" w:hAnsi="Corbel"/>
                <w:b w:val="0"/>
                <w:smallCaps w:val="0"/>
                <w:szCs w:val="24"/>
                <w:lang w:val="en-GB"/>
              </w:rPr>
              <w:t xml:space="preserve">Literatura uzupełniająca: </w:t>
            </w:r>
          </w:p>
          <w:p w14:paraId="4F7DA7D8" w14:textId="77777777" w:rsidR="006470AE" w:rsidRPr="008D2865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GB"/>
              </w:rPr>
            </w:pPr>
          </w:p>
          <w:p w14:paraId="78642BF8" w14:textId="6C162DF4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Mann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M., 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Steve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</w:t>
            </w:r>
            <w:r w:rsidRPr="00780FED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Taylore-Knowles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 S., </w:t>
            </w:r>
            <w:r w:rsidRPr="002541C3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Destination B2 Grammar &amp; Vocabulary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, wyd. Macmillan, Oxford 2008</w:t>
            </w:r>
          </w:p>
          <w:p w14:paraId="29EDD457" w14:textId="470EBF4D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1BCDD174" w14:textId="70AF4174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Hewings M., </w:t>
            </w:r>
            <w:r w:rsidRPr="00B94FC0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Cambridge Academic English B2 Upper Intermediate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B94FC0"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Cambridge University Press, Cambridge 201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  <w:t>2</w:t>
            </w:r>
          </w:p>
          <w:p w14:paraId="07C13ACD" w14:textId="77777777" w:rsidR="00B94FC0" w:rsidRDefault="00B94FC0" w:rsidP="00C8607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  <w:lang w:val="en-GB"/>
              </w:rPr>
            </w:pPr>
          </w:p>
          <w:p w14:paraId="35F7BFEE" w14:textId="23F7DA42" w:rsidR="00C8607E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Dooley J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Evans V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.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, </w:t>
            </w:r>
            <w:r w:rsidRPr="00CD00BF"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 xml:space="preserve">Grammarway </w:t>
            </w:r>
            <w:r>
              <w:rPr>
                <w:rFonts w:ascii="Corbel" w:hAnsi="Corbel"/>
                <w:b w:val="0"/>
                <w:i/>
                <w:smallCaps w:val="0"/>
                <w:color w:val="000000"/>
                <w:szCs w:val="24"/>
                <w:lang w:val="en-GB"/>
              </w:rPr>
              <w:t>3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Express Publishing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>, Berkshire</w:t>
            </w:r>
            <w:r w:rsidRPr="00C038D0"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  <w:t xml:space="preserve"> 2016</w:t>
            </w:r>
          </w:p>
          <w:p w14:paraId="767CE8D8" w14:textId="77777777" w:rsidR="0099450E" w:rsidRDefault="0099450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  <w:lang w:val="en-GB"/>
              </w:rPr>
            </w:pPr>
          </w:p>
          <w:p w14:paraId="7C8AEA98" w14:textId="77777777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teriały dla Instytutu Pedagogiki na stronie: </w:t>
            </w:r>
          </w:p>
          <w:p w14:paraId="7856C0F3" w14:textId="55992D78" w:rsidR="00C8607E" w:rsidRPr="00AC558A" w:rsidRDefault="00C8607E" w:rsidP="00C860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C558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https://e-dydaktyka.uniwnet.com</w:t>
            </w:r>
          </w:p>
          <w:p w14:paraId="176A76B1" w14:textId="229CE615" w:rsidR="006470AE" w:rsidRPr="00C8607E" w:rsidRDefault="006470AE" w:rsidP="009C54AE">
            <w:pPr>
              <w:pStyle w:val="Punktygwne"/>
              <w:spacing w:before="0" w:after="0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</w:p>
        </w:tc>
      </w:tr>
    </w:tbl>
    <w:p w14:paraId="53F92590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822EE84" w14:textId="77777777" w:rsidR="0085747A" w:rsidRPr="00C8607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F24F255" w14:textId="2968D640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  <w:r w:rsidR="002541C3">
        <w:rPr>
          <w:rFonts w:ascii="Corbel" w:hAnsi="Corbel"/>
          <w:b w:val="0"/>
          <w:smallCaps w:val="0"/>
          <w:szCs w:val="24"/>
        </w:rPr>
        <w:t xml:space="preserve"> 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E237BE" w14:textId="77777777" w:rsidR="00307CE7" w:rsidRDefault="00307CE7" w:rsidP="00C16ABF">
      <w:pPr>
        <w:spacing w:after="0" w:line="240" w:lineRule="auto"/>
      </w:pPr>
      <w:r>
        <w:separator/>
      </w:r>
    </w:p>
  </w:endnote>
  <w:endnote w:type="continuationSeparator" w:id="0">
    <w:p w14:paraId="06171CB1" w14:textId="77777777" w:rsidR="00307CE7" w:rsidRDefault="00307CE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1A3184" w14:textId="77777777" w:rsidR="00307CE7" w:rsidRDefault="00307CE7" w:rsidP="00C16ABF">
      <w:pPr>
        <w:spacing w:after="0" w:line="240" w:lineRule="auto"/>
      </w:pPr>
      <w:r>
        <w:separator/>
      </w:r>
    </w:p>
  </w:footnote>
  <w:footnote w:type="continuationSeparator" w:id="0">
    <w:p w14:paraId="1A4008C7" w14:textId="77777777" w:rsidR="00307CE7" w:rsidRDefault="00307CE7" w:rsidP="00C16ABF">
      <w:pPr>
        <w:spacing w:after="0" w:line="240" w:lineRule="auto"/>
      </w:pPr>
      <w:r>
        <w:continuationSeparator/>
      </w:r>
    </w:p>
  </w:footnote>
  <w:footnote w:id="1">
    <w:p w14:paraId="78FA373A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5C5B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03DA"/>
    <w:rsid w:val="000A08C0"/>
    <w:rsid w:val="000A296F"/>
    <w:rsid w:val="000A2A28"/>
    <w:rsid w:val="000A3CDF"/>
    <w:rsid w:val="000A6FAF"/>
    <w:rsid w:val="000B192D"/>
    <w:rsid w:val="000B28EE"/>
    <w:rsid w:val="000B3E37"/>
    <w:rsid w:val="000D04B0"/>
    <w:rsid w:val="000F1C57"/>
    <w:rsid w:val="000F5615"/>
    <w:rsid w:val="000F6AD4"/>
    <w:rsid w:val="00121A87"/>
    <w:rsid w:val="00124BFF"/>
    <w:rsid w:val="0012560E"/>
    <w:rsid w:val="00127108"/>
    <w:rsid w:val="0013139F"/>
    <w:rsid w:val="00134B13"/>
    <w:rsid w:val="00146BC0"/>
    <w:rsid w:val="00146EB9"/>
    <w:rsid w:val="00153C41"/>
    <w:rsid w:val="00154381"/>
    <w:rsid w:val="0016217A"/>
    <w:rsid w:val="001640A7"/>
    <w:rsid w:val="00164FA7"/>
    <w:rsid w:val="00166A03"/>
    <w:rsid w:val="001718A7"/>
    <w:rsid w:val="001737CF"/>
    <w:rsid w:val="00176083"/>
    <w:rsid w:val="00176858"/>
    <w:rsid w:val="00192F37"/>
    <w:rsid w:val="001962F8"/>
    <w:rsid w:val="001A6BA8"/>
    <w:rsid w:val="001A70D2"/>
    <w:rsid w:val="001B2F6C"/>
    <w:rsid w:val="001D0639"/>
    <w:rsid w:val="001D657B"/>
    <w:rsid w:val="001D7B54"/>
    <w:rsid w:val="001E0209"/>
    <w:rsid w:val="001F2CA2"/>
    <w:rsid w:val="0020584E"/>
    <w:rsid w:val="002144C0"/>
    <w:rsid w:val="0022477D"/>
    <w:rsid w:val="002278A9"/>
    <w:rsid w:val="002336F9"/>
    <w:rsid w:val="0024028F"/>
    <w:rsid w:val="00244ABC"/>
    <w:rsid w:val="00252F35"/>
    <w:rsid w:val="002541C3"/>
    <w:rsid w:val="00260095"/>
    <w:rsid w:val="00281FF2"/>
    <w:rsid w:val="002857DE"/>
    <w:rsid w:val="00291567"/>
    <w:rsid w:val="002A22BF"/>
    <w:rsid w:val="002A2389"/>
    <w:rsid w:val="002A671D"/>
    <w:rsid w:val="002A7D8E"/>
    <w:rsid w:val="002B4D55"/>
    <w:rsid w:val="002B5EA0"/>
    <w:rsid w:val="002B6119"/>
    <w:rsid w:val="002C1F06"/>
    <w:rsid w:val="002C34D2"/>
    <w:rsid w:val="002D1534"/>
    <w:rsid w:val="002D3375"/>
    <w:rsid w:val="002D73D4"/>
    <w:rsid w:val="002E031F"/>
    <w:rsid w:val="002E5E16"/>
    <w:rsid w:val="002F02A3"/>
    <w:rsid w:val="002F4ABE"/>
    <w:rsid w:val="002F5D8A"/>
    <w:rsid w:val="00301359"/>
    <w:rsid w:val="003018BA"/>
    <w:rsid w:val="003032AB"/>
    <w:rsid w:val="003035BB"/>
    <w:rsid w:val="0030395F"/>
    <w:rsid w:val="00305C92"/>
    <w:rsid w:val="00307CE7"/>
    <w:rsid w:val="003151C5"/>
    <w:rsid w:val="003343CF"/>
    <w:rsid w:val="00346FE9"/>
    <w:rsid w:val="0034759A"/>
    <w:rsid w:val="003501AA"/>
    <w:rsid w:val="003503F6"/>
    <w:rsid w:val="003530DD"/>
    <w:rsid w:val="00363F78"/>
    <w:rsid w:val="00374D3F"/>
    <w:rsid w:val="003A0A5B"/>
    <w:rsid w:val="003A1176"/>
    <w:rsid w:val="003A4C79"/>
    <w:rsid w:val="003B25CA"/>
    <w:rsid w:val="003C0BAE"/>
    <w:rsid w:val="003C0EE0"/>
    <w:rsid w:val="003C6696"/>
    <w:rsid w:val="003D18A9"/>
    <w:rsid w:val="003D39AA"/>
    <w:rsid w:val="003D6CE2"/>
    <w:rsid w:val="003E1941"/>
    <w:rsid w:val="003E1C68"/>
    <w:rsid w:val="003E2FE6"/>
    <w:rsid w:val="003E49D5"/>
    <w:rsid w:val="003F205D"/>
    <w:rsid w:val="003F38C0"/>
    <w:rsid w:val="00411116"/>
    <w:rsid w:val="00414E3C"/>
    <w:rsid w:val="0042244A"/>
    <w:rsid w:val="0042745A"/>
    <w:rsid w:val="00431D5C"/>
    <w:rsid w:val="004362C6"/>
    <w:rsid w:val="00437FA2"/>
    <w:rsid w:val="00445970"/>
    <w:rsid w:val="0045566A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2DB4"/>
    <w:rsid w:val="004A3EEA"/>
    <w:rsid w:val="004A4D1F"/>
    <w:rsid w:val="004C1E8A"/>
    <w:rsid w:val="004C2087"/>
    <w:rsid w:val="004C3BD6"/>
    <w:rsid w:val="004D5282"/>
    <w:rsid w:val="004E4E3D"/>
    <w:rsid w:val="004E6730"/>
    <w:rsid w:val="004F1551"/>
    <w:rsid w:val="004F3928"/>
    <w:rsid w:val="004F55A3"/>
    <w:rsid w:val="004F5704"/>
    <w:rsid w:val="0050496F"/>
    <w:rsid w:val="00505897"/>
    <w:rsid w:val="00513B6F"/>
    <w:rsid w:val="00514BFE"/>
    <w:rsid w:val="00517C63"/>
    <w:rsid w:val="00530DD3"/>
    <w:rsid w:val="005363C4"/>
    <w:rsid w:val="00536BDE"/>
    <w:rsid w:val="00543ACC"/>
    <w:rsid w:val="0056696D"/>
    <w:rsid w:val="00585FEB"/>
    <w:rsid w:val="0059484D"/>
    <w:rsid w:val="005A0855"/>
    <w:rsid w:val="005A3196"/>
    <w:rsid w:val="005A606C"/>
    <w:rsid w:val="005A6917"/>
    <w:rsid w:val="005B4039"/>
    <w:rsid w:val="005C080F"/>
    <w:rsid w:val="005C55E5"/>
    <w:rsid w:val="005C696A"/>
    <w:rsid w:val="005E6E85"/>
    <w:rsid w:val="005F31D2"/>
    <w:rsid w:val="0061029B"/>
    <w:rsid w:val="00617230"/>
    <w:rsid w:val="0061755A"/>
    <w:rsid w:val="00621CE1"/>
    <w:rsid w:val="00622A35"/>
    <w:rsid w:val="00627FC9"/>
    <w:rsid w:val="006470AE"/>
    <w:rsid w:val="00647FA8"/>
    <w:rsid w:val="00650C5F"/>
    <w:rsid w:val="00654934"/>
    <w:rsid w:val="006620D9"/>
    <w:rsid w:val="006711FD"/>
    <w:rsid w:val="00671958"/>
    <w:rsid w:val="00675843"/>
    <w:rsid w:val="00676164"/>
    <w:rsid w:val="006779C0"/>
    <w:rsid w:val="00687E9E"/>
    <w:rsid w:val="00693000"/>
    <w:rsid w:val="00695CEB"/>
    <w:rsid w:val="00696477"/>
    <w:rsid w:val="006B2962"/>
    <w:rsid w:val="006C6FED"/>
    <w:rsid w:val="006D050F"/>
    <w:rsid w:val="006D6139"/>
    <w:rsid w:val="006E102A"/>
    <w:rsid w:val="006E43E9"/>
    <w:rsid w:val="006E5D65"/>
    <w:rsid w:val="006F1282"/>
    <w:rsid w:val="006F1FBC"/>
    <w:rsid w:val="006F31E2"/>
    <w:rsid w:val="00706544"/>
    <w:rsid w:val="007072BA"/>
    <w:rsid w:val="0071620A"/>
    <w:rsid w:val="00720AF9"/>
    <w:rsid w:val="00720F6E"/>
    <w:rsid w:val="00724677"/>
    <w:rsid w:val="00725459"/>
    <w:rsid w:val="007327BD"/>
    <w:rsid w:val="00732CA8"/>
    <w:rsid w:val="00734608"/>
    <w:rsid w:val="00745302"/>
    <w:rsid w:val="007461D6"/>
    <w:rsid w:val="00746EC8"/>
    <w:rsid w:val="00761FF3"/>
    <w:rsid w:val="00763BF1"/>
    <w:rsid w:val="00766FD4"/>
    <w:rsid w:val="007776A1"/>
    <w:rsid w:val="00780FED"/>
    <w:rsid w:val="0078168C"/>
    <w:rsid w:val="00787C2A"/>
    <w:rsid w:val="00790E27"/>
    <w:rsid w:val="007A4022"/>
    <w:rsid w:val="007A6E6E"/>
    <w:rsid w:val="007C253B"/>
    <w:rsid w:val="007C3299"/>
    <w:rsid w:val="007C3BCC"/>
    <w:rsid w:val="007C4546"/>
    <w:rsid w:val="007D6E56"/>
    <w:rsid w:val="007E6C5F"/>
    <w:rsid w:val="007F4155"/>
    <w:rsid w:val="00805987"/>
    <w:rsid w:val="0081554D"/>
    <w:rsid w:val="0081707E"/>
    <w:rsid w:val="008449B3"/>
    <w:rsid w:val="008552A2"/>
    <w:rsid w:val="00856AFA"/>
    <w:rsid w:val="0085747A"/>
    <w:rsid w:val="008773EB"/>
    <w:rsid w:val="008842A1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2865"/>
    <w:rsid w:val="008D3DFB"/>
    <w:rsid w:val="008E64F4"/>
    <w:rsid w:val="008F12C9"/>
    <w:rsid w:val="008F199F"/>
    <w:rsid w:val="008F3480"/>
    <w:rsid w:val="008F6E29"/>
    <w:rsid w:val="008F7340"/>
    <w:rsid w:val="00916188"/>
    <w:rsid w:val="00923D7D"/>
    <w:rsid w:val="00933839"/>
    <w:rsid w:val="00937312"/>
    <w:rsid w:val="009508DF"/>
    <w:rsid w:val="00950DAC"/>
    <w:rsid w:val="00951AE2"/>
    <w:rsid w:val="00954A07"/>
    <w:rsid w:val="0099450E"/>
    <w:rsid w:val="00997D7B"/>
    <w:rsid w:val="00997F14"/>
    <w:rsid w:val="009A5320"/>
    <w:rsid w:val="009A78D9"/>
    <w:rsid w:val="009C3E31"/>
    <w:rsid w:val="009C54AE"/>
    <w:rsid w:val="009C788E"/>
    <w:rsid w:val="009D0144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1D80"/>
    <w:rsid w:val="00A53FA5"/>
    <w:rsid w:val="00A54817"/>
    <w:rsid w:val="00A601C8"/>
    <w:rsid w:val="00A60799"/>
    <w:rsid w:val="00A81E05"/>
    <w:rsid w:val="00A84C85"/>
    <w:rsid w:val="00A96092"/>
    <w:rsid w:val="00A97DE1"/>
    <w:rsid w:val="00AA13C7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AF795F"/>
    <w:rsid w:val="00B02343"/>
    <w:rsid w:val="00B06142"/>
    <w:rsid w:val="00B135B1"/>
    <w:rsid w:val="00B17AFA"/>
    <w:rsid w:val="00B3130B"/>
    <w:rsid w:val="00B37740"/>
    <w:rsid w:val="00B40ADB"/>
    <w:rsid w:val="00B43B77"/>
    <w:rsid w:val="00B43E80"/>
    <w:rsid w:val="00B601B4"/>
    <w:rsid w:val="00B607DB"/>
    <w:rsid w:val="00B62210"/>
    <w:rsid w:val="00B66529"/>
    <w:rsid w:val="00B75946"/>
    <w:rsid w:val="00B8056E"/>
    <w:rsid w:val="00B80F4C"/>
    <w:rsid w:val="00B81328"/>
    <w:rsid w:val="00B814AC"/>
    <w:rsid w:val="00B819C8"/>
    <w:rsid w:val="00B82308"/>
    <w:rsid w:val="00B90885"/>
    <w:rsid w:val="00B9243B"/>
    <w:rsid w:val="00B9253D"/>
    <w:rsid w:val="00B93887"/>
    <w:rsid w:val="00B94FC0"/>
    <w:rsid w:val="00BB520A"/>
    <w:rsid w:val="00BD04A8"/>
    <w:rsid w:val="00BD29B0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372F"/>
    <w:rsid w:val="00C539A8"/>
    <w:rsid w:val="00C56036"/>
    <w:rsid w:val="00C61DC5"/>
    <w:rsid w:val="00C67E92"/>
    <w:rsid w:val="00C70A26"/>
    <w:rsid w:val="00C72E4D"/>
    <w:rsid w:val="00C766DF"/>
    <w:rsid w:val="00C77247"/>
    <w:rsid w:val="00C8607E"/>
    <w:rsid w:val="00C92093"/>
    <w:rsid w:val="00C94B98"/>
    <w:rsid w:val="00CA2B96"/>
    <w:rsid w:val="00CA5089"/>
    <w:rsid w:val="00CD6897"/>
    <w:rsid w:val="00CE5BAC"/>
    <w:rsid w:val="00CF25BE"/>
    <w:rsid w:val="00CF78ED"/>
    <w:rsid w:val="00D02B25"/>
    <w:rsid w:val="00D02EBA"/>
    <w:rsid w:val="00D17C3C"/>
    <w:rsid w:val="00D26B2C"/>
    <w:rsid w:val="00D33069"/>
    <w:rsid w:val="00D352C9"/>
    <w:rsid w:val="00D425B2"/>
    <w:rsid w:val="00D428D6"/>
    <w:rsid w:val="00D552B2"/>
    <w:rsid w:val="00D608D1"/>
    <w:rsid w:val="00D74119"/>
    <w:rsid w:val="00D8075B"/>
    <w:rsid w:val="00D8161C"/>
    <w:rsid w:val="00D8678B"/>
    <w:rsid w:val="00D94B59"/>
    <w:rsid w:val="00DA2114"/>
    <w:rsid w:val="00DA728E"/>
    <w:rsid w:val="00DC4D1B"/>
    <w:rsid w:val="00DC74DF"/>
    <w:rsid w:val="00DE09C0"/>
    <w:rsid w:val="00DE2234"/>
    <w:rsid w:val="00DE4A14"/>
    <w:rsid w:val="00DF320D"/>
    <w:rsid w:val="00DF71C8"/>
    <w:rsid w:val="00E066F7"/>
    <w:rsid w:val="00E07425"/>
    <w:rsid w:val="00E10B47"/>
    <w:rsid w:val="00E112C8"/>
    <w:rsid w:val="00E129B8"/>
    <w:rsid w:val="00E1417B"/>
    <w:rsid w:val="00E21E7D"/>
    <w:rsid w:val="00E22FBC"/>
    <w:rsid w:val="00E24BF5"/>
    <w:rsid w:val="00E25338"/>
    <w:rsid w:val="00E51E44"/>
    <w:rsid w:val="00E561F2"/>
    <w:rsid w:val="00E63348"/>
    <w:rsid w:val="00E742AA"/>
    <w:rsid w:val="00E77E88"/>
    <w:rsid w:val="00E8107D"/>
    <w:rsid w:val="00E84BC4"/>
    <w:rsid w:val="00E9082E"/>
    <w:rsid w:val="00E960BB"/>
    <w:rsid w:val="00EA2074"/>
    <w:rsid w:val="00EA4832"/>
    <w:rsid w:val="00EA4E9D"/>
    <w:rsid w:val="00EB576C"/>
    <w:rsid w:val="00EC4899"/>
    <w:rsid w:val="00EC583D"/>
    <w:rsid w:val="00ED03AB"/>
    <w:rsid w:val="00ED32D2"/>
    <w:rsid w:val="00EE32DE"/>
    <w:rsid w:val="00EE5457"/>
    <w:rsid w:val="00F0138A"/>
    <w:rsid w:val="00F070AB"/>
    <w:rsid w:val="00F17567"/>
    <w:rsid w:val="00F27A7B"/>
    <w:rsid w:val="00F526AF"/>
    <w:rsid w:val="00F60C9E"/>
    <w:rsid w:val="00F617C3"/>
    <w:rsid w:val="00F63667"/>
    <w:rsid w:val="00F7066B"/>
    <w:rsid w:val="00F71334"/>
    <w:rsid w:val="00F83B28"/>
    <w:rsid w:val="00F974DA"/>
    <w:rsid w:val="00FA1DF4"/>
    <w:rsid w:val="00FA46E5"/>
    <w:rsid w:val="00FB7DBA"/>
    <w:rsid w:val="00FC1C25"/>
    <w:rsid w:val="00FC1CC8"/>
    <w:rsid w:val="00FC3F45"/>
    <w:rsid w:val="00FD503F"/>
    <w:rsid w:val="00FD7589"/>
    <w:rsid w:val="00FE6F78"/>
    <w:rsid w:val="00FF016A"/>
    <w:rsid w:val="00FF1401"/>
    <w:rsid w:val="00FF32F6"/>
    <w:rsid w:val="00FF41AE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61A5DD"/>
  <w15:docId w15:val="{6A366DFA-3335-413A-9E4C-074C2F7F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72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A72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A728E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72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728E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19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0102B-0AFD-4349-8E70-9C5F52252D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44</TotalTime>
  <Pages>1</Pages>
  <Words>2063</Words>
  <Characters>12380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37</cp:revision>
  <cp:lastPrinted>2020-10-13T08:10:00Z</cp:lastPrinted>
  <dcterms:created xsi:type="dcterms:W3CDTF">2019-11-20T16:33:00Z</dcterms:created>
  <dcterms:modified xsi:type="dcterms:W3CDTF">2024-09-27T06:16:00Z</dcterms:modified>
</cp:coreProperties>
</file>